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63" w:rsidRPr="00C45A6D" w:rsidRDefault="00713A63" w:rsidP="00834956">
      <w:pPr>
        <w:rPr>
          <w:b/>
        </w:rPr>
      </w:pPr>
    </w:p>
    <w:p w:rsidR="00713A63" w:rsidRPr="00C45A6D" w:rsidRDefault="00713A63">
      <w:pPr>
        <w:jc w:val="center"/>
        <w:rPr>
          <w:b/>
        </w:rPr>
      </w:pPr>
    </w:p>
    <w:p w:rsidR="00713A63" w:rsidRPr="00C45A6D" w:rsidRDefault="00713A63" w:rsidP="005429D3">
      <w:pPr>
        <w:jc w:val="center"/>
        <w:rPr>
          <w:b/>
        </w:rPr>
      </w:pPr>
      <w:r w:rsidRPr="00C45A6D">
        <w:rPr>
          <w:b/>
        </w:rPr>
        <w:t xml:space="preserve">МУНИЦИПАЛЬНОЕ БЮДЖЕТНОЕ ОБРАЗОВАТЕЛЬНОЕ УЧРЕЖДЕНИЕ </w:t>
      </w:r>
    </w:p>
    <w:p w:rsidR="00713A63" w:rsidRDefault="00713A63" w:rsidP="005429D3">
      <w:pPr>
        <w:jc w:val="center"/>
        <w:rPr>
          <w:b/>
        </w:rPr>
      </w:pPr>
      <w:r w:rsidRPr="00C45A6D">
        <w:rPr>
          <w:b/>
        </w:rPr>
        <w:t>«СРЕДНЯЯ ОБЩЕОБРАЗОВАТЕЛЬНАЯ ШКОЛА №5»</w:t>
      </w:r>
    </w:p>
    <w:p w:rsidR="00713A63" w:rsidRDefault="00713A63" w:rsidP="005429D3">
      <w:pPr>
        <w:jc w:val="center"/>
        <w:rPr>
          <w:b/>
        </w:rPr>
      </w:pPr>
      <w:r>
        <w:rPr>
          <w:b/>
        </w:rPr>
        <w:t xml:space="preserve">ЧИСТОАПОЛЬСКОГО МУНИЦИПАЛЬНОГО РАЙОНА, </w:t>
      </w:r>
    </w:p>
    <w:p w:rsidR="00713A63" w:rsidRPr="00C45A6D" w:rsidRDefault="00713A63" w:rsidP="005429D3">
      <w:pPr>
        <w:jc w:val="center"/>
        <w:rPr>
          <w:b/>
        </w:rPr>
      </w:pPr>
      <w:r>
        <w:rPr>
          <w:b/>
        </w:rPr>
        <w:t>РЕСПУБЛИКИ ТАТАРСТАН</w:t>
      </w:r>
    </w:p>
    <w:p w:rsidR="00713A63" w:rsidRPr="00C45A6D" w:rsidRDefault="00713A63">
      <w:pPr>
        <w:jc w:val="center"/>
        <w:rPr>
          <w:b/>
          <w:bCs/>
          <w:i/>
          <w:iCs/>
          <w:sz w:val="32"/>
        </w:rPr>
      </w:pPr>
    </w:p>
    <w:p w:rsidR="00713A63" w:rsidRPr="00C45A6D" w:rsidRDefault="00713A63" w:rsidP="006B2379">
      <w:pPr>
        <w:rPr>
          <w:b/>
          <w:bCs/>
          <w:i/>
          <w:iCs/>
          <w:sz w:val="32"/>
        </w:rPr>
      </w:pPr>
    </w:p>
    <w:p w:rsidR="00713A63" w:rsidRPr="00C45A6D" w:rsidRDefault="00713A63">
      <w:pPr>
        <w:jc w:val="center"/>
        <w:rPr>
          <w:b/>
          <w:bCs/>
          <w:i/>
          <w:iCs/>
          <w:sz w:val="32"/>
        </w:rPr>
      </w:pPr>
    </w:p>
    <w:p w:rsidR="00713A63" w:rsidRPr="00C45A6D" w:rsidRDefault="00713A63">
      <w:pPr>
        <w:jc w:val="center"/>
        <w:rPr>
          <w:b/>
          <w:bCs/>
          <w:i/>
          <w:iCs/>
          <w:sz w:val="32"/>
        </w:rPr>
      </w:pPr>
    </w:p>
    <w:p w:rsidR="00713A63" w:rsidRDefault="00713A63">
      <w:pPr>
        <w:jc w:val="center"/>
        <w:rPr>
          <w:b/>
          <w:bCs/>
          <w:iCs/>
          <w:sz w:val="32"/>
        </w:rPr>
      </w:pPr>
    </w:p>
    <w:p w:rsidR="00713A63" w:rsidRDefault="00713A63">
      <w:pPr>
        <w:jc w:val="center"/>
        <w:rPr>
          <w:b/>
          <w:bCs/>
          <w:iCs/>
          <w:sz w:val="36"/>
        </w:rPr>
      </w:pPr>
    </w:p>
    <w:p w:rsidR="00713A63" w:rsidRPr="001D432E" w:rsidRDefault="00713A63">
      <w:pPr>
        <w:jc w:val="center"/>
        <w:rPr>
          <w:b/>
          <w:bCs/>
          <w:iCs/>
          <w:sz w:val="44"/>
        </w:rPr>
      </w:pPr>
      <w:r w:rsidRPr="001D432E">
        <w:rPr>
          <w:b/>
          <w:bCs/>
          <w:iCs/>
          <w:sz w:val="44"/>
        </w:rPr>
        <w:t xml:space="preserve">ДНЕВНИК </w:t>
      </w:r>
    </w:p>
    <w:p w:rsidR="00713A63" w:rsidRPr="001D432E" w:rsidRDefault="00713A63">
      <w:pPr>
        <w:jc w:val="center"/>
        <w:rPr>
          <w:b/>
          <w:bCs/>
          <w:iCs/>
          <w:sz w:val="44"/>
        </w:rPr>
      </w:pPr>
    </w:p>
    <w:p w:rsidR="00713A63" w:rsidRPr="001D432E" w:rsidRDefault="00713A63">
      <w:pPr>
        <w:jc w:val="center"/>
        <w:rPr>
          <w:b/>
          <w:bCs/>
          <w:iCs/>
          <w:sz w:val="44"/>
        </w:rPr>
      </w:pPr>
    </w:p>
    <w:p w:rsidR="00713A63" w:rsidRPr="001D432E" w:rsidRDefault="00713A63">
      <w:pPr>
        <w:jc w:val="center"/>
        <w:rPr>
          <w:b/>
          <w:bCs/>
          <w:iCs/>
          <w:sz w:val="44"/>
        </w:rPr>
      </w:pPr>
      <w:r w:rsidRPr="001D432E">
        <w:rPr>
          <w:b/>
          <w:bCs/>
          <w:iCs/>
          <w:sz w:val="44"/>
        </w:rPr>
        <w:t>ИНДИВИДУАЛЬНОЙ РАБОТЫ</w:t>
      </w:r>
    </w:p>
    <w:p w:rsidR="00713A63" w:rsidRPr="001D432E" w:rsidRDefault="00713A63">
      <w:pPr>
        <w:jc w:val="center"/>
        <w:rPr>
          <w:b/>
          <w:bCs/>
          <w:i/>
          <w:iCs/>
          <w:sz w:val="44"/>
        </w:rPr>
      </w:pPr>
    </w:p>
    <w:p w:rsidR="00713A63" w:rsidRPr="00C45A6D" w:rsidRDefault="00713A63">
      <w:pPr>
        <w:jc w:val="center"/>
        <w:rPr>
          <w:b/>
          <w:bCs/>
          <w:i/>
          <w:iCs/>
          <w:sz w:val="32"/>
        </w:rPr>
      </w:pPr>
    </w:p>
    <w:p w:rsidR="00713A63" w:rsidRPr="00C45A6D" w:rsidRDefault="00713A63">
      <w:pPr>
        <w:jc w:val="center"/>
        <w:rPr>
          <w:b/>
          <w:bCs/>
          <w:i/>
          <w:iCs/>
          <w:sz w:val="32"/>
        </w:rPr>
      </w:pPr>
    </w:p>
    <w:p w:rsidR="00713A63" w:rsidRPr="00C45A6D" w:rsidRDefault="00713A63">
      <w:pPr>
        <w:jc w:val="center"/>
        <w:rPr>
          <w:b/>
          <w:bCs/>
          <w:i/>
          <w:iCs/>
          <w:sz w:val="32"/>
        </w:rPr>
      </w:pPr>
    </w:p>
    <w:p w:rsidR="00713A63" w:rsidRPr="00C45A6D" w:rsidRDefault="00713A63" w:rsidP="006B2379">
      <w:pPr>
        <w:rPr>
          <w:b/>
          <w:bCs/>
          <w:i/>
          <w:iCs/>
          <w:sz w:val="32"/>
        </w:rPr>
      </w:pPr>
    </w:p>
    <w:p w:rsidR="00713A63" w:rsidRPr="00C45A6D" w:rsidRDefault="00713A63" w:rsidP="006B2379">
      <w:pPr>
        <w:rPr>
          <w:b/>
          <w:bCs/>
          <w:i/>
          <w:iCs/>
          <w:sz w:val="32"/>
        </w:rPr>
      </w:pPr>
    </w:p>
    <w:p w:rsidR="00713A63" w:rsidRPr="00C45A6D" w:rsidRDefault="00713A63" w:rsidP="006B2379">
      <w:pPr>
        <w:rPr>
          <w:b/>
          <w:bCs/>
          <w:i/>
          <w:iCs/>
          <w:sz w:val="32"/>
        </w:rPr>
      </w:pPr>
    </w:p>
    <w:p w:rsidR="00713A63" w:rsidRPr="00C45A6D" w:rsidRDefault="00713A63" w:rsidP="006B2379">
      <w:pPr>
        <w:rPr>
          <w:b/>
          <w:bCs/>
          <w:i/>
          <w:iCs/>
          <w:sz w:val="32"/>
        </w:rPr>
      </w:pPr>
    </w:p>
    <w:p w:rsidR="00713A63" w:rsidRPr="00C45A6D" w:rsidRDefault="00713A63" w:rsidP="006B2379">
      <w:pPr>
        <w:rPr>
          <w:b/>
          <w:bCs/>
          <w:i/>
          <w:iCs/>
          <w:sz w:val="32"/>
        </w:rPr>
      </w:pPr>
    </w:p>
    <w:p w:rsidR="00713A63" w:rsidRPr="00C45A6D" w:rsidRDefault="00713A63" w:rsidP="00F545A6">
      <w:pPr>
        <w:pBdr>
          <w:bottom w:val="single" w:sz="12" w:space="1" w:color="auto"/>
        </w:pBdr>
        <w:rPr>
          <w:b/>
          <w:bCs/>
          <w:i/>
          <w:iCs/>
          <w:sz w:val="32"/>
        </w:rPr>
      </w:pPr>
    </w:p>
    <w:p w:rsidR="00713A63" w:rsidRPr="00C45A6D" w:rsidRDefault="00713A63" w:rsidP="006B2379">
      <w:pPr>
        <w:jc w:val="center"/>
        <w:rPr>
          <w:sz w:val="28"/>
          <w:vertAlign w:val="superscript"/>
        </w:rPr>
      </w:pPr>
      <w:r w:rsidRPr="00C45A6D">
        <w:rPr>
          <w:sz w:val="28"/>
          <w:vertAlign w:val="superscript"/>
        </w:rPr>
        <w:t>(ФИО учащегося)</w:t>
      </w:r>
    </w:p>
    <w:p w:rsidR="00713A63" w:rsidRPr="00C45A6D" w:rsidRDefault="00713A63" w:rsidP="006B2379">
      <w:pPr>
        <w:rPr>
          <w:sz w:val="28"/>
        </w:rPr>
      </w:pPr>
      <w:r w:rsidRPr="00C45A6D">
        <w:rPr>
          <w:sz w:val="28"/>
        </w:rPr>
        <w:t xml:space="preserve">                                                        </w:t>
      </w:r>
    </w:p>
    <w:p w:rsidR="00713A63" w:rsidRPr="00C45A6D" w:rsidRDefault="00713A63" w:rsidP="006B2379">
      <w:pPr>
        <w:rPr>
          <w:sz w:val="28"/>
          <w:vertAlign w:val="superscript"/>
        </w:rPr>
      </w:pPr>
      <w:r w:rsidRPr="00C45A6D">
        <w:rPr>
          <w:sz w:val="28"/>
        </w:rPr>
        <w:t xml:space="preserve">                                                        ___________ класс</w:t>
      </w:r>
    </w:p>
    <w:p w:rsidR="00713A63" w:rsidRPr="00C45A6D" w:rsidRDefault="00713A63" w:rsidP="00F545A6">
      <w:pPr>
        <w:pStyle w:val="Heading7"/>
      </w:pPr>
    </w:p>
    <w:p w:rsidR="00713A63" w:rsidRPr="00C45A6D" w:rsidRDefault="00713A63" w:rsidP="00F545A6">
      <w:pPr>
        <w:pStyle w:val="Heading7"/>
      </w:pPr>
    </w:p>
    <w:p w:rsidR="00713A63" w:rsidRPr="00C45A6D" w:rsidRDefault="00713A63" w:rsidP="00F545A6">
      <w:pPr>
        <w:pStyle w:val="Heading7"/>
      </w:pPr>
    </w:p>
    <w:p w:rsidR="00713A63" w:rsidRPr="00C45A6D" w:rsidRDefault="00713A63" w:rsidP="00C45A6D"/>
    <w:p w:rsidR="00713A63" w:rsidRPr="00C45A6D" w:rsidRDefault="00713A63" w:rsidP="00C45A6D"/>
    <w:p w:rsidR="00713A63" w:rsidRPr="00C45A6D" w:rsidRDefault="00713A63" w:rsidP="00F545A6">
      <w:pPr>
        <w:pStyle w:val="Heading7"/>
      </w:pPr>
    </w:p>
    <w:p w:rsidR="00713A63" w:rsidRPr="00C45A6D" w:rsidRDefault="00713A63" w:rsidP="00F545A6">
      <w:pPr>
        <w:pStyle w:val="Heading7"/>
      </w:pPr>
      <w:r w:rsidRPr="00C45A6D">
        <w:t>Классный руководитель _________________________________________________</w:t>
      </w:r>
    </w:p>
    <w:p w:rsidR="00713A63" w:rsidRPr="00C45A6D" w:rsidRDefault="00713A63" w:rsidP="00F545A6">
      <w:pPr>
        <w:pStyle w:val="Heading7"/>
      </w:pPr>
      <w:r w:rsidRPr="00C45A6D">
        <w:t xml:space="preserve">                                                    </w:t>
      </w:r>
    </w:p>
    <w:p w:rsidR="00713A63" w:rsidRPr="00C45A6D" w:rsidRDefault="00713A63" w:rsidP="006B2379">
      <w:pPr>
        <w:pStyle w:val="Heading7"/>
      </w:pPr>
      <w:r w:rsidRPr="00C45A6D">
        <w:t xml:space="preserve">                                             </w:t>
      </w:r>
    </w:p>
    <w:p w:rsidR="00713A63" w:rsidRPr="00C45A6D" w:rsidRDefault="00713A6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713A63" w:rsidRPr="00C45A6D" w:rsidRDefault="00713A6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713A63" w:rsidRPr="00C45A6D" w:rsidRDefault="00713A6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713A63" w:rsidRPr="00C45A6D" w:rsidRDefault="00713A63" w:rsidP="006B2379">
      <w:pPr>
        <w:tabs>
          <w:tab w:val="left" w:pos="3780"/>
        </w:tabs>
        <w:jc w:val="center"/>
        <w:rPr>
          <w:b/>
          <w:i/>
          <w:iCs/>
          <w:sz w:val="28"/>
        </w:rPr>
      </w:pPr>
    </w:p>
    <w:p w:rsidR="00713A63" w:rsidRPr="001D432E" w:rsidRDefault="00713A63" w:rsidP="00834956">
      <w:pPr>
        <w:tabs>
          <w:tab w:val="left" w:pos="3780"/>
          <w:tab w:val="left" w:pos="4215"/>
        </w:tabs>
        <w:rPr>
          <w:iCs/>
          <w:sz w:val="28"/>
        </w:rPr>
      </w:pPr>
      <w:r w:rsidRPr="00C45A6D">
        <w:rPr>
          <w:b/>
          <w:i/>
          <w:iCs/>
          <w:sz w:val="28"/>
        </w:rPr>
        <w:tab/>
      </w:r>
      <w:r w:rsidRPr="001D432E">
        <w:rPr>
          <w:iCs/>
          <w:sz w:val="28"/>
        </w:rPr>
        <w:tab/>
        <w:t>г.Чистополь</w:t>
      </w:r>
    </w:p>
    <w:p w:rsidR="00713A63" w:rsidRPr="001D432E" w:rsidRDefault="00713A63" w:rsidP="00C1390C">
      <w:pPr>
        <w:pStyle w:val="Heading3"/>
        <w:pageBreakBefore/>
        <w:jc w:val="center"/>
        <w:rPr>
          <w:bCs w:val="0"/>
          <w:i w:val="0"/>
          <w:color w:val="000000"/>
          <w:spacing w:val="20"/>
          <w:sz w:val="28"/>
          <w:szCs w:val="28"/>
        </w:rPr>
      </w:pPr>
      <w:r w:rsidRPr="001D432E">
        <w:rPr>
          <w:bCs w:val="0"/>
          <w:i w:val="0"/>
          <w:color w:val="000000"/>
          <w:spacing w:val="20"/>
          <w:sz w:val="28"/>
          <w:szCs w:val="28"/>
        </w:rPr>
        <w:t>Содержание</w:t>
      </w:r>
    </w:p>
    <w:tbl>
      <w:tblPr>
        <w:tblpPr w:leftFromText="180" w:rightFromText="180" w:vertAnchor="text" w:horzAnchor="margin" w:tblpY="77"/>
        <w:tblW w:w="10660" w:type="dxa"/>
        <w:tblLook w:val="0000"/>
      </w:tblPr>
      <w:tblGrid>
        <w:gridCol w:w="9742"/>
        <w:gridCol w:w="918"/>
      </w:tblGrid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b/>
                <w:bCs/>
                <w:i/>
                <w:i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  <w:r w:rsidRPr="00C45A6D">
              <w:rPr>
                <w:b/>
                <w:bCs/>
                <w:color w:val="000000"/>
                <w:spacing w:val="-9"/>
              </w:rPr>
              <w:t xml:space="preserve">Раздел </w:t>
            </w:r>
            <w:r w:rsidRPr="00C45A6D">
              <w:rPr>
                <w:b/>
                <w:bCs/>
                <w:color w:val="000000"/>
                <w:spacing w:val="-9"/>
                <w:lang w:val="en-US"/>
              </w:rPr>
              <w:t>I</w:t>
            </w:r>
            <w:r w:rsidRPr="00C45A6D">
              <w:rPr>
                <w:b/>
                <w:bCs/>
                <w:color w:val="000000"/>
                <w:spacing w:val="-9"/>
              </w:rPr>
              <w:t>. «</w:t>
            </w:r>
            <w:r w:rsidRPr="00C45A6D">
              <w:rPr>
                <w:b/>
              </w:rPr>
              <w:t xml:space="preserve"> Общие сведения об учащемся</w:t>
            </w:r>
            <w:r w:rsidRPr="00C45A6D">
              <w:rPr>
                <w:b/>
                <w:bCs/>
                <w:color w:val="000000"/>
                <w:spacing w:val="-9"/>
              </w:rPr>
              <w:t xml:space="preserve"> »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</w:rPr>
              <w:t xml:space="preserve">Анкетные данные </w:t>
            </w:r>
          </w:p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  <w:spacing w:val="-9"/>
              </w:rPr>
            </w:pPr>
            <w:r w:rsidRPr="00C45A6D">
              <w:rPr>
                <w:rFonts w:ascii="Times New Roman" w:hAnsi="Times New Roman" w:cs="Times New Roman"/>
              </w:rPr>
              <w:t>Социальная карта на учащегося.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  <w:iCs/>
              </w:rPr>
              <w:t>Характеристика особенностей межличностного общения учащегося.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color w:val="000000"/>
                <w:spacing w:val="20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  <w:r w:rsidRPr="00C45A6D">
              <w:t>Характеристика на учащегося составленная учителем.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  <w:b/>
                <w:bCs/>
                <w:color w:val="000000"/>
                <w:spacing w:val="-9"/>
              </w:rPr>
            </w:pPr>
          </w:p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  <w:b/>
                <w:bCs/>
                <w:color w:val="000000"/>
                <w:spacing w:val="-9"/>
              </w:rPr>
              <w:t xml:space="preserve">Раздел </w:t>
            </w:r>
            <w:r w:rsidRPr="00C45A6D">
              <w:rPr>
                <w:rFonts w:ascii="Times New Roman" w:hAnsi="Times New Roman" w:cs="Times New Roman"/>
                <w:b/>
                <w:bCs/>
                <w:color w:val="000000"/>
                <w:spacing w:val="-9"/>
                <w:lang w:val="en-US"/>
              </w:rPr>
              <w:t>II</w:t>
            </w:r>
            <w:r w:rsidRPr="00C45A6D">
              <w:rPr>
                <w:rFonts w:ascii="Times New Roman" w:hAnsi="Times New Roman" w:cs="Times New Roman"/>
                <w:b/>
                <w:bCs/>
                <w:color w:val="000000"/>
                <w:spacing w:val="-9"/>
              </w:rPr>
              <w:t>. «Общие сведения о семье учащегося»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6B2379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</w:pPr>
          </w:p>
          <w:p w:rsidR="00713A63" w:rsidRPr="00C45A6D" w:rsidRDefault="00713A63" w:rsidP="006B2379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</w:pPr>
            <w:r w:rsidRPr="00C45A6D"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 xml:space="preserve">АНКЕТА </w:t>
            </w:r>
            <w:r w:rsidRPr="00C45A6D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«Первое знакомство с семьей ученика»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292988">
            <w:pPr>
              <w:pStyle w:val="Heading3"/>
              <w:tabs>
                <w:tab w:val="left" w:pos="4820"/>
              </w:tabs>
              <w:rPr>
                <w:b w:val="0"/>
                <w:i w:val="0"/>
                <w:iCs w:val="0"/>
                <w:sz w:val="24"/>
              </w:rPr>
            </w:pPr>
            <w:r w:rsidRPr="00C45A6D">
              <w:rPr>
                <w:b w:val="0"/>
                <w:i w:val="0"/>
                <w:sz w:val="24"/>
              </w:rPr>
              <w:t>Карта обследования семьи учащегося.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  <w:p w:rsidR="00713A63" w:rsidRPr="00C45A6D" w:rsidRDefault="00713A63" w:rsidP="00B55B5F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  <w:r w:rsidRPr="00C45A6D">
              <w:rPr>
                <w:b/>
                <w:bCs/>
                <w:color w:val="000000"/>
                <w:spacing w:val="-9"/>
              </w:rPr>
              <w:t xml:space="preserve">Раздел </w:t>
            </w:r>
            <w:r w:rsidRPr="00C45A6D">
              <w:rPr>
                <w:b/>
                <w:bCs/>
                <w:color w:val="000000"/>
                <w:spacing w:val="-9"/>
                <w:lang w:val="en-US"/>
              </w:rPr>
              <w:t>II</w:t>
            </w:r>
            <w:r w:rsidRPr="00C45A6D">
              <w:rPr>
                <w:b/>
                <w:bCs/>
                <w:color w:val="000000"/>
                <w:spacing w:val="-9"/>
              </w:rPr>
              <w:t xml:space="preserve"> </w:t>
            </w:r>
            <w:r w:rsidRPr="00C45A6D">
              <w:rPr>
                <w:b/>
                <w:bCs/>
                <w:color w:val="000000"/>
                <w:spacing w:val="-9"/>
                <w:lang w:val="en-US"/>
              </w:rPr>
              <w:t>I</w:t>
            </w:r>
            <w:r w:rsidRPr="00C45A6D">
              <w:rPr>
                <w:b/>
                <w:bCs/>
                <w:color w:val="000000"/>
                <w:spacing w:val="-9"/>
              </w:rPr>
              <w:t>. «Учебная деятельность»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tabs>
                <w:tab w:val="left" w:pos="7738"/>
              </w:tabs>
              <w:rPr>
                <w:bCs/>
                <w:iCs/>
                <w:color w:val="000000"/>
                <w:spacing w:val="20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  <w:bCs/>
                <w:iCs/>
              </w:rPr>
            </w:pPr>
            <w:r w:rsidRPr="00C45A6D">
              <w:rPr>
                <w:rFonts w:ascii="Times New Roman" w:hAnsi="Times New Roman" w:cs="Times New Roman"/>
              </w:rPr>
              <w:t>Учебная карта.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B55B5F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CD6EC9">
            <w:pPr>
              <w:pStyle w:val="FR2"/>
              <w:rPr>
                <w:rFonts w:ascii="Times New Roman" w:hAnsi="Times New Roman" w:cs="Times New Roman"/>
                <w:bCs/>
                <w:iCs/>
              </w:rPr>
            </w:pPr>
            <w:r w:rsidRPr="00C45A6D">
              <w:rPr>
                <w:rFonts w:ascii="Times New Roman" w:hAnsi="Times New Roman" w:cs="Times New Roman"/>
              </w:rPr>
              <w:t>Текущий контроль поведения учащегося.</w:t>
            </w:r>
          </w:p>
        </w:tc>
        <w:tc>
          <w:tcPr>
            <w:tcW w:w="918" w:type="dxa"/>
          </w:tcPr>
          <w:p w:rsidR="00713A63" w:rsidRPr="00C45A6D" w:rsidRDefault="00713A63" w:rsidP="00B55B5F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</w:p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</w:rPr>
              <w:t xml:space="preserve">Табель успеваемости по четвертям.  </w:t>
            </w: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BodyText"/>
              <w:jc w:val="left"/>
              <w:rPr>
                <w:sz w:val="24"/>
              </w:rPr>
            </w:pPr>
            <w:r w:rsidRPr="00C45A6D">
              <w:rPr>
                <w:i w:val="0"/>
                <w:sz w:val="24"/>
              </w:rPr>
              <w:t>Табель посещаемости по четвертям</w:t>
            </w:r>
            <w:r w:rsidRPr="00C45A6D">
              <w:rPr>
                <w:sz w:val="24"/>
              </w:rPr>
              <w:t>.</w:t>
            </w: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</w:rPr>
              <w:t>Педагогические наблюдения и выводы администрации об индивидуальной работе с учащимся.</w:t>
            </w: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  <w:p w:rsidR="00713A63" w:rsidRPr="00C45A6D" w:rsidRDefault="00713A63" w:rsidP="00A059DA">
            <w:pPr>
              <w:tabs>
                <w:tab w:val="left" w:pos="7738"/>
              </w:tabs>
              <w:rPr>
                <w:b/>
                <w:bCs/>
                <w:i/>
                <w:iCs/>
                <w:color w:val="000000"/>
                <w:spacing w:val="20"/>
              </w:rPr>
            </w:pPr>
            <w:r w:rsidRPr="00C45A6D">
              <w:rPr>
                <w:b/>
                <w:bCs/>
                <w:color w:val="000000"/>
                <w:spacing w:val="-9"/>
              </w:rPr>
              <w:t xml:space="preserve">Раздел </w:t>
            </w:r>
            <w:r w:rsidRPr="00C45A6D">
              <w:rPr>
                <w:b/>
                <w:bCs/>
                <w:color w:val="000000"/>
                <w:spacing w:val="-9"/>
                <w:lang w:val="en-US"/>
              </w:rPr>
              <w:t>I</w:t>
            </w:r>
            <w:r w:rsidRPr="00C45A6D">
              <w:rPr>
                <w:b/>
                <w:bCs/>
                <w:color w:val="000000"/>
                <w:spacing w:val="-9"/>
              </w:rPr>
              <w:t xml:space="preserve"> </w:t>
            </w:r>
            <w:r w:rsidRPr="00C45A6D">
              <w:rPr>
                <w:b/>
                <w:bCs/>
                <w:color w:val="000000"/>
                <w:spacing w:val="-9"/>
                <w:lang w:val="en-US"/>
              </w:rPr>
              <w:t>V</w:t>
            </w:r>
            <w:r w:rsidRPr="00C45A6D">
              <w:rPr>
                <w:b/>
                <w:bCs/>
                <w:color w:val="000000"/>
                <w:spacing w:val="-9"/>
              </w:rPr>
              <w:t xml:space="preserve">. «Индивидуальная работа» </w:t>
            </w: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tabs>
                <w:tab w:val="left" w:pos="7738"/>
              </w:tabs>
              <w:rPr>
                <w:b/>
                <w:bCs/>
                <w:i/>
                <w:iCs/>
                <w:color w:val="000000"/>
                <w:spacing w:val="20"/>
              </w:rPr>
            </w:pP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</w:p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</w:rPr>
              <w:t>План индивидуальной работы с учащимся.</w:t>
            </w: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20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</w:rPr>
              <w:t>План работы с семьей.</w:t>
            </w: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tabs>
                <w:tab w:val="left" w:pos="7738"/>
              </w:tabs>
              <w:rPr>
                <w:b/>
                <w:bCs/>
                <w:color w:val="000000"/>
                <w:spacing w:val="-9"/>
              </w:rPr>
            </w:pP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  <w:tr w:rsidR="00713A63" w:rsidRPr="00C45A6D">
        <w:tc>
          <w:tcPr>
            <w:tcW w:w="9742" w:type="dxa"/>
          </w:tcPr>
          <w:p w:rsidR="00713A63" w:rsidRPr="00C45A6D" w:rsidRDefault="00713A63" w:rsidP="00A059DA">
            <w:pPr>
              <w:pStyle w:val="FR2"/>
              <w:rPr>
                <w:rFonts w:ascii="Times New Roman" w:hAnsi="Times New Roman" w:cs="Times New Roman"/>
              </w:rPr>
            </w:pPr>
            <w:r w:rsidRPr="00C45A6D">
              <w:rPr>
                <w:rFonts w:ascii="Times New Roman" w:hAnsi="Times New Roman" w:cs="Times New Roman"/>
              </w:rPr>
              <w:t>Акты обследования жилищно-бытовых условий жизни семьи учащегося.</w:t>
            </w:r>
          </w:p>
        </w:tc>
        <w:tc>
          <w:tcPr>
            <w:tcW w:w="918" w:type="dxa"/>
          </w:tcPr>
          <w:p w:rsidR="00713A63" w:rsidRPr="00C45A6D" w:rsidRDefault="00713A63" w:rsidP="00A059DA">
            <w:pPr>
              <w:tabs>
                <w:tab w:val="left" w:pos="7738"/>
              </w:tabs>
              <w:jc w:val="both"/>
              <w:rPr>
                <w:color w:val="000000"/>
                <w:spacing w:val="-9"/>
              </w:rPr>
            </w:pPr>
          </w:p>
        </w:tc>
      </w:tr>
    </w:tbl>
    <w:p w:rsidR="00713A63" w:rsidRPr="00C45A6D" w:rsidRDefault="00713A63" w:rsidP="00F545A6">
      <w:pPr>
        <w:rPr>
          <w:b/>
          <w:bCs/>
          <w:color w:val="000000"/>
          <w:spacing w:val="-9"/>
        </w:rPr>
      </w:pPr>
    </w:p>
    <w:p w:rsidR="00713A63" w:rsidRPr="00C45A6D" w:rsidRDefault="00713A63" w:rsidP="00F545A6">
      <w:pPr>
        <w:rPr>
          <w:bCs/>
          <w:color w:val="000000"/>
          <w:spacing w:val="-9"/>
        </w:rPr>
      </w:pPr>
      <w:r w:rsidRPr="00C45A6D">
        <w:rPr>
          <w:bCs/>
          <w:color w:val="000000"/>
          <w:spacing w:val="-9"/>
        </w:rPr>
        <w:t>Лист регистрации посещения учащегося на дому</w:t>
      </w:r>
    </w:p>
    <w:p w:rsidR="00713A63" w:rsidRPr="00C45A6D" w:rsidRDefault="00713A63" w:rsidP="00F545A6">
      <w:pPr>
        <w:rPr>
          <w:b/>
          <w:bCs/>
          <w:color w:val="000000"/>
          <w:spacing w:val="-9"/>
        </w:rPr>
      </w:pPr>
    </w:p>
    <w:p w:rsidR="00713A63" w:rsidRPr="00C45A6D" w:rsidRDefault="00713A63" w:rsidP="00C1390C">
      <w:pPr>
        <w:rPr>
          <w:bCs/>
          <w:color w:val="000000"/>
          <w:spacing w:val="-9"/>
        </w:rPr>
      </w:pPr>
      <w:r w:rsidRPr="00C45A6D">
        <w:rPr>
          <w:bCs/>
          <w:color w:val="000000"/>
          <w:spacing w:val="-9"/>
        </w:rPr>
        <w:t>Лист учета индивидуальной профилактической работы</w:t>
      </w:r>
    </w:p>
    <w:p w:rsidR="00713A63" w:rsidRPr="00C45A6D" w:rsidRDefault="00713A63" w:rsidP="00F545A6">
      <w:pPr>
        <w:rPr>
          <w:b/>
          <w:bCs/>
          <w:color w:val="000000"/>
          <w:spacing w:val="-9"/>
        </w:rPr>
      </w:pPr>
    </w:p>
    <w:p w:rsidR="00713A63" w:rsidRPr="00C45A6D" w:rsidRDefault="00713A63" w:rsidP="00F545A6">
      <w:pPr>
        <w:rPr>
          <w:b/>
          <w:bCs/>
          <w:color w:val="000000"/>
          <w:spacing w:val="-9"/>
          <w:szCs w:val="32"/>
        </w:rPr>
      </w:pPr>
    </w:p>
    <w:p w:rsidR="00713A63" w:rsidRPr="00C45A6D" w:rsidRDefault="00713A63" w:rsidP="00F545A6">
      <w:pPr>
        <w:rPr>
          <w:b/>
          <w:bCs/>
          <w:color w:val="000000"/>
          <w:spacing w:val="-9"/>
          <w:szCs w:val="32"/>
        </w:rPr>
      </w:pPr>
    </w:p>
    <w:p w:rsidR="00713A63" w:rsidRPr="00C45A6D" w:rsidRDefault="00713A63" w:rsidP="00F545A6">
      <w:pPr>
        <w:rPr>
          <w:b/>
          <w:bCs/>
          <w:color w:val="000000"/>
          <w:spacing w:val="-9"/>
          <w:szCs w:val="32"/>
        </w:rPr>
      </w:pPr>
    </w:p>
    <w:p w:rsidR="00713A63" w:rsidRPr="00C45A6D" w:rsidRDefault="00713A63" w:rsidP="00C1390C">
      <w:pPr>
        <w:rPr>
          <w:b/>
          <w:bCs/>
          <w:color w:val="000000"/>
          <w:spacing w:val="-9"/>
          <w:sz w:val="32"/>
          <w:szCs w:val="32"/>
        </w:rPr>
      </w:pPr>
    </w:p>
    <w:p w:rsidR="00713A63" w:rsidRPr="00C45A6D" w:rsidRDefault="00713A63" w:rsidP="005429D3">
      <w:pPr>
        <w:jc w:val="center"/>
        <w:rPr>
          <w:b/>
          <w:bCs/>
          <w:color w:val="000000"/>
          <w:spacing w:val="-9"/>
          <w:sz w:val="32"/>
          <w:szCs w:val="32"/>
        </w:rPr>
      </w:pPr>
    </w:p>
    <w:p w:rsidR="00713A63" w:rsidRPr="001D432E" w:rsidRDefault="00713A63" w:rsidP="005429D3">
      <w:pPr>
        <w:jc w:val="center"/>
        <w:rPr>
          <w:b/>
          <w:bCs/>
          <w:color w:val="000000"/>
          <w:spacing w:val="-9"/>
          <w:sz w:val="28"/>
          <w:szCs w:val="32"/>
        </w:rPr>
      </w:pPr>
      <w:r w:rsidRPr="001D432E">
        <w:rPr>
          <w:b/>
          <w:bCs/>
          <w:color w:val="000000"/>
          <w:spacing w:val="-9"/>
          <w:sz w:val="28"/>
          <w:szCs w:val="32"/>
        </w:rPr>
        <w:t xml:space="preserve">Раздел </w:t>
      </w:r>
      <w:r w:rsidRPr="001D432E">
        <w:rPr>
          <w:b/>
          <w:bCs/>
          <w:color w:val="000000"/>
          <w:spacing w:val="-9"/>
          <w:sz w:val="28"/>
          <w:szCs w:val="32"/>
          <w:lang w:val="en-US"/>
        </w:rPr>
        <w:t>I</w:t>
      </w:r>
      <w:r w:rsidRPr="001D432E">
        <w:rPr>
          <w:b/>
          <w:bCs/>
          <w:color w:val="000000"/>
          <w:spacing w:val="-9"/>
          <w:sz w:val="28"/>
          <w:szCs w:val="32"/>
        </w:rPr>
        <w:t>. ОБЩИЕ СВЕДЕНИЯ ОБ УЧАЩЕМСЯ</w:t>
      </w:r>
    </w:p>
    <w:p w:rsidR="00713A63" w:rsidRPr="00C45A6D" w:rsidRDefault="00713A63" w:rsidP="005429D3">
      <w:pPr>
        <w:shd w:val="clear" w:color="auto" w:fill="FFFFFF"/>
        <w:autoSpaceDE w:val="0"/>
        <w:autoSpaceDN w:val="0"/>
        <w:adjustRightInd w:val="0"/>
      </w:pPr>
    </w:p>
    <w:p w:rsidR="00713A63" w:rsidRPr="001D432E" w:rsidRDefault="00713A63" w:rsidP="007D24A2">
      <w:pPr>
        <w:pStyle w:val="Heading3"/>
        <w:jc w:val="center"/>
        <w:rPr>
          <w:i w:val="0"/>
          <w:iCs w:val="0"/>
          <w:sz w:val="28"/>
        </w:rPr>
      </w:pPr>
      <w:r w:rsidRPr="001D432E">
        <w:rPr>
          <w:i w:val="0"/>
          <w:sz w:val="28"/>
        </w:rPr>
        <w:t>Анкетные данные</w:t>
      </w:r>
    </w:p>
    <w:p w:rsidR="00713A63" w:rsidRPr="00C45A6D" w:rsidRDefault="00713A63" w:rsidP="007D24A2">
      <w:pPr>
        <w:tabs>
          <w:tab w:val="left" w:pos="3450"/>
        </w:tabs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8"/>
        <w:gridCol w:w="5016"/>
      </w:tblGrid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pStyle w:val="Heading8"/>
              <w:rPr>
                <w:sz w:val="24"/>
              </w:rPr>
            </w:pPr>
            <w:r w:rsidRPr="00C45A6D">
              <w:rPr>
                <w:sz w:val="24"/>
              </w:rPr>
              <w:t>ФИО учащегося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13A63" w:rsidRPr="00C45A6D" w:rsidRDefault="00713A63" w:rsidP="009E15C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pStyle w:val="Heading8"/>
              <w:tabs>
                <w:tab w:val="left" w:pos="3450"/>
              </w:tabs>
              <w:rPr>
                <w:sz w:val="24"/>
              </w:rPr>
            </w:pPr>
            <w:r w:rsidRPr="00C45A6D">
              <w:rPr>
                <w:sz w:val="24"/>
              </w:rPr>
              <w:t>Число, месяц, год рождения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pStyle w:val="Heading8"/>
              <w:tabs>
                <w:tab w:val="left" w:pos="3450"/>
              </w:tabs>
              <w:rPr>
                <w:sz w:val="24"/>
              </w:rPr>
            </w:pPr>
            <w:r w:rsidRPr="00C45A6D">
              <w:rPr>
                <w:sz w:val="24"/>
              </w:rPr>
              <w:t>Дата поступления в школу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pStyle w:val="Heading8"/>
              <w:tabs>
                <w:tab w:val="left" w:pos="3450"/>
              </w:tabs>
              <w:rPr>
                <w:sz w:val="24"/>
              </w:rPr>
            </w:pPr>
            <w:r w:rsidRPr="00C45A6D">
              <w:rPr>
                <w:sz w:val="24"/>
              </w:rPr>
              <w:t>В каком кружке, секции занимается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pStyle w:val="Heading8"/>
              <w:tabs>
                <w:tab w:val="left" w:pos="3450"/>
              </w:tabs>
              <w:rPr>
                <w:sz w:val="24"/>
              </w:rPr>
            </w:pPr>
            <w:r w:rsidRPr="00C45A6D">
              <w:rPr>
                <w:sz w:val="24"/>
              </w:rPr>
              <w:t>Состоит ли на учете в КДН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pStyle w:val="Heading8"/>
              <w:tabs>
                <w:tab w:val="left" w:pos="3450"/>
              </w:tabs>
              <w:rPr>
                <w:sz w:val="24"/>
              </w:rPr>
            </w:pPr>
            <w:r w:rsidRPr="00C45A6D">
              <w:rPr>
                <w:sz w:val="24"/>
              </w:rPr>
              <w:t>Состоит ли на учете в ОПДН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pStyle w:val="Heading8"/>
              <w:tabs>
                <w:tab w:val="left" w:pos="3450"/>
              </w:tabs>
              <w:rPr>
                <w:sz w:val="24"/>
              </w:rPr>
            </w:pPr>
            <w:r w:rsidRPr="00C45A6D">
              <w:rPr>
                <w:sz w:val="24"/>
              </w:rPr>
              <w:t>Дата постановки на дисциплинарный учет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</w:pPr>
            <w:r w:rsidRPr="00C45A6D">
              <w:t>ФИО. Место работы и занимаемая должность отца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pBdr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</w:pPr>
            <w:r w:rsidRPr="00C45A6D">
              <w:t>ФИО. Место работы и занимаемая должность матери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pBdr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  <w:tr w:rsidR="00713A63" w:rsidRPr="00C45A6D">
        <w:tc>
          <w:tcPr>
            <w:tcW w:w="5148" w:type="dxa"/>
          </w:tcPr>
          <w:p w:rsidR="00713A63" w:rsidRPr="00C45A6D" w:rsidRDefault="00713A63" w:rsidP="009E15CE">
            <w:pPr>
              <w:tabs>
                <w:tab w:val="left" w:pos="3450"/>
              </w:tabs>
              <w:jc w:val="both"/>
            </w:pPr>
            <w:r w:rsidRPr="00C45A6D">
              <w:t>Адрес места жительства, домашний телефон</w:t>
            </w:r>
          </w:p>
        </w:tc>
        <w:tc>
          <w:tcPr>
            <w:tcW w:w="5016" w:type="dxa"/>
          </w:tcPr>
          <w:p w:rsidR="00713A63" w:rsidRPr="00C45A6D" w:rsidRDefault="00713A63" w:rsidP="009E15CE">
            <w:pPr>
              <w:pBdr>
                <w:bottom w:val="single" w:sz="12" w:space="1" w:color="auto"/>
              </w:pBdr>
              <w:tabs>
                <w:tab w:val="left" w:pos="3450"/>
              </w:tabs>
              <w:jc w:val="both"/>
              <w:rPr>
                <w:sz w:val="32"/>
              </w:rPr>
            </w:pP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  <w:r w:rsidRPr="00C45A6D">
              <w:rPr>
                <w:sz w:val="32"/>
              </w:rPr>
              <w:t>______________________________</w:t>
            </w:r>
          </w:p>
          <w:p w:rsidR="00713A63" w:rsidRPr="00C45A6D" w:rsidRDefault="00713A63" w:rsidP="009E15CE">
            <w:pPr>
              <w:tabs>
                <w:tab w:val="left" w:pos="3450"/>
              </w:tabs>
              <w:jc w:val="both"/>
              <w:rPr>
                <w:sz w:val="32"/>
              </w:rPr>
            </w:pPr>
          </w:p>
        </w:tc>
      </w:tr>
    </w:tbl>
    <w:p w:rsidR="00713A63" w:rsidRPr="00C45A6D" w:rsidRDefault="00713A63" w:rsidP="007D24A2">
      <w:pPr>
        <w:pStyle w:val="Heading1"/>
        <w:spacing w:before="0" w:after="0"/>
        <w:rPr>
          <w:rFonts w:ascii="Times New Roman" w:hAnsi="Times New Roman" w:cs="Times New Roman"/>
          <w:i/>
          <w:iCs/>
          <w:sz w:val="28"/>
        </w:rPr>
      </w:pPr>
    </w:p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/>
    <w:p w:rsidR="00713A63" w:rsidRPr="00C45A6D" w:rsidRDefault="00713A63" w:rsidP="007D24A2">
      <w:pPr>
        <w:tabs>
          <w:tab w:val="left" w:pos="1470"/>
        </w:tabs>
        <w:jc w:val="center"/>
        <w:rPr>
          <w:b/>
          <w:bCs/>
          <w:sz w:val="28"/>
        </w:rPr>
      </w:pPr>
      <w:r w:rsidRPr="00C45A6D">
        <w:rPr>
          <w:b/>
          <w:bCs/>
          <w:iCs/>
          <w:sz w:val="28"/>
        </w:rPr>
        <w:t>СОЦИАЛЬНАЯ</w:t>
      </w:r>
      <w:r w:rsidRPr="00C45A6D">
        <w:rPr>
          <w:b/>
          <w:bCs/>
          <w:sz w:val="28"/>
        </w:rPr>
        <w:t xml:space="preserve">  КАРТА</w:t>
      </w:r>
    </w:p>
    <w:p w:rsidR="00713A63" w:rsidRPr="00C45A6D" w:rsidRDefault="00713A63" w:rsidP="007D24A2">
      <w:pPr>
        <w:rPr>
          <w:i/>
          <w:iCs/>
          <w:sz w:val="28"/>
        </w:rPr>
      </w:pPr>
    </w:p>
    <w:p w:rsidR="00713A63" w:rsidRPr="00C45A6D" w:rsidRDefault="00713A63" w:rsidP="007D24A2">
      <w:pPr>
        <w:rPr>
          <w:b/>
          <w:bCs/>
        </w:rPr>
      </w:pPr>
      <w:r w:rsidRPr="00C45A6D">
        <w:rPr>
          <w:b/>
          <w:bCs/>
        </w:rPr>
        <w:t>1. ЖИЛИЩНЫЕ  УСЛОВИЯ</w:t>
      </w:r>
    </w:p>
    <w:p w:rsidR="00713A63" w:rsidRDefault="00713A63" w:rsidP="007D24A2"/>
    <w:p w:rsidR="00713A63" w:rsidRPr="00C45A6D" w:rsidRDefault="00713A63" w:rsidP="007D24A2">
      <w:r w:rsidRPr="00C45A6D">
        <w:t>Ребёнок проживает с матерью____________________________________________</w:t>
      </w:r>
    </w:p>
    <w:p w:rsidR="00713A63" w:rsidRPr="00C45A6D" w:rsidRDefault="00713A63" w:rsidP="007D24A2">
      <w:pPr>
        <w:tabs>
          <w:tab w:val="left" w:pos="3420"/>
        </w:tabs>
        <w:spacing w:line="360" w:lineRule="auto"/>
      </w:pPr>
      <w:r w:rsidRPr="00C45A6D">
        <w:tab/>
        <w:t>с отцом ______________________________________</w:t>
      </w:r>
    </w:p>
    <w:p w:rsidR="00713A63" w:rsidRPr="00C45A6D" w:rsidRDefault="00713A63" w:rsidP="007D24A2">
      <w:pPr>
        <w:tabs>
          <w:tab w:val="left" w:pos="3420"/>
        </w:tabs>
        <w:spacing w:line="360" w:lineRule="auto"/>
      </w:pPr>
      <w:r w:rsidRPr="00C45A6D">
        <w:tab/>
        <w:t>с бабушкой___________________________________</w:t>
      </w:r>
    </w:p>
    <w:p w:rsidR="00713A63" w:rsidRPr="00C45A6D" w:rsidRDefault="00713A63" w:rsidP="007D24A2">
      <w:pPr>
        <w:tabs>
          <w:tab w:val="left" w:pos="3420"/>
        </w:tabs>
        <w:spacing w:line="360" w:lineRule="auto"/>
      </w:pPr>
      <w:r w:rsidRPr="00C45A6D">
        <w:tab/>
        <w:t>с дедушкой ___________________________________</w:t>
      </w:r>
    </w:p>
    <w:p w:rsidR="00713A63" w:rsidRPr="00C45A6D" w:rsidRDefault="00713A63" w:rsidP="007D24A2">
      <w:r w:rsidRPr="00C45A6D">
        <w:t>С другими ближайшими родственниками</w:t>
      </w:r>
    </w:p>
    <w:p w:rsidR="00713A63" w:rsidRPr="00C45A6D" w:rsidRDefault="00713A63" w:rsidP="007D24A2">
      <w:pPr>
        <w:tabs>
          <w:tab w:val="left" w:pos="2610"/>
        </w:tabs>
        <w:spacing w:line="360" w:lineRule="auto"/>
      </w:pPr>
      <w:r w:rsidRPr="00C45A6D">
        <w:tab/>
        <w:t>(указать родство)____________________________________</w:t>
      </w:r>
    </w:p>
    <w:p w:rsidR="00713A63" w:rsidRPr="00C45A6D" w:rsidRDefault="00713A63" w:rsidP="007D24A2">
      <w:pPr>
        <w:tabs>
          <w:tab w:val="left" w:pos="3420"/>
        </w:tabs>
        <w:spacing w:line="360" w:lineRule="auto"/>
      </w:pPr>
      <w:r w:rsidRPr="00C45A6D">
        <w:tab/>
        <w:t>с сёстрами____________________________________</w:t>
      </w:r>
    </w:p>
    <w:p w:rsidR="00713A63" w:rsidRPr="00C45A6D" w:rsidRDefault="00713A63" w:rsidP="007D24A2">
      <w:pPr>
        <w:tabs>
          <w:tab w:val="left" w:pos="3420"/>
          <w:tab w:val="left" w:pos="3540"/>
          <w:tab w:val="left" w:pos="4248"/>
          <w:tab w:val="left" w:pos="7780"/>
        </w:tabs>
        <w:spacing w:line="360" w:lineRule="auto"/>
      </w:pPr>
      <w:r w:rsidRPr="00C45A6D">
        <w:tab/>
        <w:t>с братьями____________________________________</w:t>
      </w:r>
      <w:r w:rsidRPr="00C45A6D">
        <w:tab/>
      </w:r>
    </w:p>
    <w:p w:rsidR="00713A63" w:rsidRPr="00C45A6D" w:rsidRDefault="00713A63" w:rsidP="007D24A2">
      <w:r w:rsidRPr="00C45A6D">
        <w:t>Количество  членов  в семье________________________</w:t>
      </w:r>
    </w:p>
    <w:p w:rsidR="00713A63" w:rsidRPr="00C45A6D" w:rsidRDefault="00713A63" w:rsidP="007D24A2"/>
    <w:p w:rsidR="00713A63" w:rsidRPr="00C45A6D" w:rsidRDefault="00713A63" w:rsidP="007D24A2">
      <w:pPr>
        <w:spacing w:line="360" w:lineRule="auto"/>
      </w:pPr>
      <w:r w:rsidRPr="00C45A6D">
        <w:t>Ребёнок  проживает: отдельная квартира______________</w:t>
      </w:r>
    </w:p>
    <w:p w:rsidR="00713A63" w:rsidRPr="00C45A6D" w:rsidRDefault="00713A63" w:rsidP="007D24A2">
      <w:pPr>
        <w:spacing w:line="360" w:lineRule="auto"/>
        <w:ind w:right="-810"/>
      </w:pPr>
      <w:r w:rsidRPr="00C45A6D">
        <w:t>(квартирные условия) коммунальная квартира_____________</w:t>
      </w:r>
    </w:p>
    <w:p w:rsidR="00713A63" w:rsidRPr="00C45A6D" w:rsidRDefault="00713A63" w:rsidP="007D24A2">
      <w:pPr>
        <w:tabs>
          <w:tab w:val="left" w:pos="4410"/>
        </w:tabs>
      </w:pPr>
      <w:r w:rsidRPr="00C45A6D">
        <w:tab/>
        <w:t>(кол-во соседей)</w:t>
      </w:r>
    </w:p>
    <w:p w:rsidR="00713A63" w:rsidRPr="00C45A6D" w:rsidRDefault="00713A63" w:rsidP="007D24A2">
      <w:pPr>
        <w:tabs>
          <w:tab w:val="left" w:pos="4410"/>
        </w:tabs>
      </w:pPr>
      <w:r w:rsidRPr="00C45A6D">
        <w:t>Отношения с соседями___________________</w:t>
      </w:r>
    </w:p>
    <w:p w:rsidR="00713A63" w:rsidRPr="00C45A6D" w:rsidRDefault="00713A63" w:rsidP="007D24A2">
      <w:pPr>
        <w:tabs>
          <w:tab w:val="left" w:pos="2100"/>
        </w:tabs>
        <w:spacing w:line="360" w:lineRule="auto"/>
      </w:pPr>
      <w:r w:rsidRPr="00C45A6D">
        <w:tab/>
        <w:t>Квартира снимается_____________________</w:t>
      </w:r>
    </w:p>
    <w:p w:rsidR="00713A63" w:rsidRPr="00C45A6D" w:rsidRDefault="00713A63" w:rsidP="007D24A2">
      <w:pPr>
        <w:tabs>
          <w:tab w:val="left" w:pos="2100"/>
        </w:tabs>
        <w:spacing w:line="360" w:lineRule="auto"/>
      </w:pPr>
      <w:r w:rsidRPr="00C45A6D">
        <w:tab/>
        <w:t>Комната снимается______________________</w:t>
      </w:r>
    </w:p>
    <w:p w:rsidR="00713A63" w:rsidRPr="00C45A6D" w:rsidRDefault="00713A63" w:rsidP="007D24A2">
      <w:pPr>
        <w:tabs>
          <w:tab w:val="left" w:pos="2100"/>
        </w:tabs>
        <w:spacing w:line="360" w:lineRule="auto"/>
      </w:pPr>
      <w:r w:rsidRPr="00C45A6D">
        <w:tab/>
        <w:t>Нет жилья______________________________</w:t>
      </w:r>
    </w:p>
    <w:p w:rsidR="00713A63" w:rsidRPr="00C45A6D" w:rsidRDefault="00713A63" w:rsidP="007D24A2">
      <w:pPr>
        <w:tabs>
          <w:tab w:val="left" w:pos="2100"/>
        </w:tabs>
      </w:pPr>
    </w:p>
    <w:p w:rsidR="00713A63" w:rsidRPr="00C45A6D" w:rsidRDefault="00713A63" w:rsidP="007D24A2">
      <w:pPr>
        <w:rPr>
          <w:b/>
          <w:bCs/>
        </w:rPr>
      </w:pPr>
      <w:r w:rsidRPr="00C45A6D">
        <w:rPr>
          <w:b/>
          <w:bCs/>
        </w:rPr>
        <w:t>2. УЧЕБНОЕ МЕСТО УЧАЩЕГОСЯ</w:t>
      </w:r>
    </w:p>
    <w:p w:rsidR="00713A63" w:rsidRDefault="00713A63" w:rsidP="007D24A2">
      <w:pPr>
        <w:pStyle w:val="Heading7"/>
        <w:tabs>
          <w:tab w:val="clear" w:pos="3780"/>
        </w:tabs>
        <w:spacing w:line="360" w:lineRule="auto"/>
        <w:rPr>
          <w:sz w:val="24"/>
        </w:rPr>
      </w:pPr>
    </w:p>
    <w:p w:rsidR="00713A63" w:rsidRPr="00C45A6D" w:rsidRDefault="00713A63" w:rsidP="007D24A2">
      <w:pPr>
        <w:pStyle w:val="Heading7"/>
        <w:tabs>
          <w:tab w:val="clear" w:pos="3780"/>
        </w:tabs>
        <w:spacing w:line="360" w:lineRule="auto"/>
        <w:rPr>
          <w:sz w:val="24"/>
        </w:rPr>
      </w:pPr>
      <w:r w:rsidRPr="00C45A6D">
        <w:rPr>
          <w:sz w:val="24"/>
        </w:rPr>
        <w:t>Своя комната_____________________________________</w:t>
      </w:r>
    </w:p>
    <w:p w:rsidR="00713A63" w:rsidRPr="00C45A6D" w:rsidRDefault="00713A63" w:rsidP="007D24A2">
      <w:pPr>
        <w:spacing w:line="360" w:lineRule="auto"/>
      </w:pPr>
      <w:r w:rsidRPr="00C45A6D">
        <w:t>Свой детский уголок_______________________________</w:t>
      </w:r>
    </w:p>
    <w:p w:rsidR="00713A63" w:rsidRPr="00C45A6D" w:rsidRDefault="00713A63" w:rsidP="007D24A2">
      <w:pPr>
        <w:pStyle w:val="Heading7"/>
        <w:tabs>
          <w:tab w:val="clear" w:pos="3780"/>
        </w:tabs>
        <w:spacing w:line="360" w:lineRule="auto"/>
        <w:rPr>
          <w:sz w:val="24"/>
        </w:rPr>
      </w:pPr>
      <w:r w:rsidRPr="00C45A6D">
        <w:rPr>
          <w:sz w:val="24"/>
        </w:rPr>
        <w:t>Свой письменный стол_____________________________</w:t>
      </w:r>
    </w:p>
    <w:p w:rsidR="00713A63" w:rsidRPr="00C45A6D" w:rsidRDefault="00713A63" w:rsidP="007D24A2">
      <w:pPr>
        <w:spacing w:line="360" w:lineRule="auto"/>
      </w:pPr>
      <w:r w:rsidRPr="00C45A6D">
        <w:t>Условия для занятий _______________________________</w:t>
      </w:r>
    </w:p>
    <w:p w:rsidR="00713A63" w:rsidRPr="00C45A6D" w:rsidRDefault="00713A63" w:rsidP="007D24A2"/>
    <w:p w:rsidR="00713A63" w:rsidRPr="00C45A6D" w:rsidRDefault="00713A63" w:rsidP="007D24A2">
      <w:pPr>
        <w:pBdr>
          <w:bottom w:val="single" w:sz="12" w:space="1" w:color="auto"/>
        </w:pBdr>
        <w:rPr>
          <w:b/>
          <w:bCs/>
        </w:rPr>
      </w:pPr>
      <w:r w:rsidRPr="00C45A6D">
        <w:rPr>
          <w:b/>
          <w:bCs/>
        </w:rPr>
        <w:t>3.МАТЕРИАЛЬНОЕ ПОЛОЖЕНИЕ СЕМЬИ</w:t>
      </w:r>
    </w:p>
    <w:p w:rsidR="00713A63" w:rsidRPr="00C45A6D" w:rsidRDefault="00713A63" w:rsidP="007D24A2">
      <w:pPr>
        <w:pBdr>
          <w:bottom w:val="single" w:sz="12" w:space="1" w:color="auto"/>
        </w:pBdr>
        <w:rPr>
          <w:i/>
          <w:iCs/>
        </w:rPr>
      </w:pPr>
    </w:p>
    <w:p w:rsidR="00713A63" w:rsidRPr="00C45A6D" w:rsidRDefault="00713A63" w:rsidP="007D24A2">
      <w:pPr>
        <w:rPr>
          <w:i/>
          <w:iCs/>
        </w:rPr>
      </w:pPr>
    </w:p>
    <w:p w:rsidR="00713A63" w:rsidRPr="00C45A6D" w:rsidRDefault="00713A63" w:rsidP="007D24A2">
      <w:pPr>
        <w:pBdr>
          <w:bottom w:val="single" w:sz="12" w:space="1" w:color="auto"/>
        </w:pBdr>
        <w:rPr>
          <w:b/>
          <w:bCs/>
        </w:rPr>
      </w:pPr>
      <w:r w:rsidRPr="00C45A6D">
        <w:rPr>
          <w:b/>
          <w:bCs/>
        </w:rPr>
        <w:t>4.ДОПОЛНИТЕЛЬНАЯ ИНФОРМАЦИЯ</w:t>
      </w:r>
    </w:p>
    <w:p w:rsidR="00713A63" w:rsidRPr="00C45A6D" w:rsidRDefault="00713A63" w:rsidP="007D24A2">
      <w:pPr>
        <w:pBdr>
          <w:bottom w:val="single" w:sz="12" w:space="1" w:color="auto"/>
        </w:pBdr>
        <w:rPr>
          <w:b/>
          <w:bCs/>
        </w:rPr>
      </w:pPr>
    </w:p>
    <w:p w:rsidR="00713A63" w:rsidRPr="00C45A6D" w:rsidRDefault="00713A63" w:rsidP="007D24A2">
      <w:pPr>
        <w:rPr>
          <w:sz w:val="28"/>
        </w:rPr>
      </w:pPr>
    </w:p>
    <w:p w:rsidR="00713A63" w:rsidRPr="00C45A6D" w:rsidRDefault="00713A63" w:rsidP="007D24A2">
      <w:pPr>
        <w:rPr>
          <w:sz w:val="28"/>
        </w:rPr>
      </w:pPr>
    </w:p>
    <w:p w:rsidR="00713A63" w:rsidRPr="00C45A6D" w:rsidRDefault="00713A63" w:rsidP="007D24A2">
      <w:pPr>
        <w:rPr>
          <w:sz w:val="28"/>
        </w:rPr>
      </w:pPr>
    </w:p>
    <w:p w:rsidR="00713A63" w:rsidRPr="00C45A6D" w:rsidRDefault="00713A63" w:rsidP="007D24A2">
      <w:pPr>
        <w:rPr>
          <w:sz w:val="28"/>
        </w:rPr>
      </w:pPr>
    </w:p>
    <w:p w:rsidR="00713A63" w:rsidRPr="00C45A6D" w:rsidRDefault="00713A63" w:rsidP="007D24A2">
      <w:pPr>
        <w:rPr>
          <w:sz w:val="28"/>
        </w:rPr>
      </w:pPr>
    </w:p>
    <w:p w:rsidR="00713A63" w:rsidRDefault="00713A63" w:rsidP="007D24A2">
      <w:pPr>
        <w:rPr>
          <w:sz w:val="28"/>
        </w:rPr>
      </w:pPr>
    </w:p>
    <w:p w:rsidR="00713A63" w:rsidRDefault="00713A63" w:rsidP="007D24A2">
      <w:pPr>
        <w:rPr>
          <w:sz w:val="28"/>
        </w:rPr>
      </w:pPr>
    </w:p>
    <w:p w:rsidR="00713A63" w:rsidRDefault="00713A63" w:rsidP="007D24A2">
      <w:pPr>
        <w:rPr>
          <w:sz w:val="28"/>
        </w:rPr>
      </w:pPr>
    </w:p>
    <w:p w:rsidR="00713A63" w:rsidRPr="00C45A6D" w:rsidRDefault="00713A63" w:rsidP="007D24A2">
      <w:pPr>
        <w:rPr>
          <w:sz w:val="28"/>
        </w:rPr>
      </w:pPr>
    </w:p>
    <w:p w:rsidR="00713A63" w:rsidRPr="00C45A6D" w:rsidRDefault="00713A63" w:rsidP="007D24A2">
      <w:pPr>
        <w:rPr>
          <w:sz w:val="28"/>
        </w:rPr>
      </w:pPr>
    </w:p>
    <w:p w:rsidR="00713A63" w:rsidRPr="00C45A6D" w:rsidRDefault="00713A63" w:rsidP="007D24A2">
      <w:pPr>
        <w:pStyle w:val="Heading3"/>
        <w:tabs>
          <w:tab w:val="left" w:pos="4820"/>
        </w:tabs>
        <w:jc w:val="center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Характеристика особенностей межличностного общения учащегося</w:t>
      </w:r>
    </w:p>
    <w:p w:rsidR="00713A63" w:rsidRPr="00C45A6D" w:rsidRDefault="00713A63" w:rsidP="00834956">
      <w:pPr>
        <w:tabs>
          <w:tab w:val="left" w:pos="4820"/>
        </w:tabs>
        <w:jc w:val="center"/>
        <w:rPr>
          <w:bCs/>
          <w:i/>
        </w:rPr>
      </w:pPr>
      <w:r w:rsidRPr="00C45A6D">
        <w:rPr>
          <w:bCs/>
          <w:i/>
        </w:rPr>
        <w:t>(НУЖНОЕ ПОДЧЕРКНУТЬ)</w:t>
      </w:r>
    </w:p>
    <w:p w:rsidR="00713A63" w:rsidRPr="00C45A6D" w:rsidRDefault="00713A63" w:rsidP="00834956">
      <w:pPr>
        <w:tabs>
          <w:tab w:val="left" w:pos="4820"/>
        </w:tabs>
        <w:jc w:val="center"/>
        <w:rPr>
          <w:bCs/>
          <w:i/>
        </w:rPr>
      </w:pPr>
    </w:p>
    <w:p w:rsidR="00713A63" w:rsidRPr="00C45A6D" w:rsidRDefault="00713A63" w:rsidP="007D24A2">
      <w:pPr>
        <w:numPr>
          <w:ilvl w:val="0"/>
          <w:numId w:val="1"/>
        </w:numPr>
        <w:jc w:val="both"/>
      </w:pPr>
      <w:r w:rsidRPr="00C45A6D">
        <w:t>Какое положение занимает учащийся в коллективе?</w:t>
      </w:r>
    </w:p>
    <w:p w:rsidR="00713A63" w:rsidRDefault="00713A63" w:rsidP="007D24A2">
      <w:pPr>
        <w:ind w:left="720"/>
        <w:jc w:val="both"/>
        <w:rPr>
          <w:i/>
        </w:rPr>
      </w:pPr>
      <w:r w:rsidRPr="00C45A6D">
        <w:rPr>
          <w:i/>
        </w:rPr>
        <w:t>(лидер, популярный, приятный, непопулярный, изолированный, отверженный)</w:t>
      </w:r>
    </w:p>
    <w:p w:rsidR="00713A63" w:rsidRPr="00C45A6D" w:rsidRDefault="00713A63" w:rsidP="007D24A2">
      <w:pPr>
        <w:ind w:left="720"/>
        <w:jc w:val="both"/>
        <w:rPr>
          <w:i/>
        </w:rPr>
      </w:pPr>
    </w:p>
    <w:p w:rsidR="00713A63" w:rsidRPr="00C45A6D" w:rsidRDefault="00713A63" w:rsidP="007D24A2">
      <w:pPr>
        <w:numPr>
          <w:ilvl w:val="0"/>
          <w:numId w:val="1"/>
        </w:numPr>
        <w:jc w:val="both"/>
      </w:pPr>
      <w:r w:rsidRPr="00C45A6D">
        <w:t xml:space="preserve">Как  относится учащийся к мнению коллектива, требованиям, критическим  </w:t>
      </w:r>
    </w:p>
    <w:p w:rsidR="00713A63" w:rsidRPr="00C45A6D" w:rsidRDefault="00713A63" w:rsidP="007D24A2">
      <w:pPr>
        <w:ind w:left="360"/>
        <w:jc w:val="both"/>
      </w:pPr>
      <w:r w:rsidRPr="00C45A6D">
        <w:t xml:space="preserve">     замечаниям?</w:t>
      </w:r>
    </w:p>
    <w:p w:rsidR="00713A63" w:rsidRDefault="00713A63" w:rsidP="007D24A2">
      <w:pPr>
        <w:ind w:left="360"/>
        <w:jc w:val="both"/>
        <w:rPr>
          <w:i/>
        </w:rPr>
      </w:pPr>
      <w:r w:rsidRPr="00C45A6D">
        <w:t xml:space="preserve">     </w:t>
      </w:r>
      <w:r w:rsidRPr="00C45A6D">
        <w:rPr>
          <w:i/>
        </w:rPr>
        <w:t>(благожелательно, серьёзно, болезненно, равнодушно, враждебно)</w:t>
      </w:r>
    </w:p>
    <w:p w:rsidR="00713A63" w:rsidRPr="00C45A6D" w:rsidRDefault="00713A63" w:rsidP="007D24A2">
      <w:pPr>
        <w:ind w:left="360"/>
        <w:jc w:val="both"/>
        <w:rPr>
          <w:i/>
        </w:rPr>
      </w:pPr>
    </w:p>
    <w:p w:rsidR="00713A63" w:rsidRPr="00C45A6D" w:rsidRDefault="00713A63" w:rsidP="007D24A2">
      <w:pPr>
        <w:numPr>
          <w:ilvl w:val="0"/>
          <w:numId w:val="1"/>
        </w:numPr>
        <w:jc w:val="both"/>
        <w:rPr>
          <w:i/>
        </w:rPr>
      </w:pPr>
      <w:r w:rsidRPr="00C45A6D">
        <w:t xml:space="preserve">Стиль отношений со сверстниками </w:t>
      </w:r>
      <w:r w:rsidRPr="00C45A6D">
        <w:rPr>
          <w:i/>
        </w:rPr>
        <w:t xml:space="preserve">(спокойно-доброжелательный;  </w:t>
      </w:r>
    </w:p>
    <w:p w:rsidR="00713A63" w:rsidRDefault="00713A63" w:rsidP="007D24A2">
      <w:pPr>
        <w:jc w:val="both"/>
        <w:rPr>
          <w:i/>
        </w:rPr>
      </w:pPr>
      <w:r w:rsidRPr="00C45A6D">
        <w:rPr>
          <w:i/>
        </w:rPr>
        <w:t xml:space="preserve">          агрессивный; неустойчивый; обособленный)</w:t>
      </w:r>
    </w:p>
    <w:p w:rsidR="00713A63" w:rsidRPr="00C45A6D" w:rsidRDefault="00713A63" w:rsidP="007D24A2">
      <w:pPr>
        <w:jc w:val="both"/>
        <w:rPr>
          <w:i/>
        </w:rPr>
      </w:pPr>
    </w:p>
    <w:p w:rsidR="00713A63" w:rsidRPr="00C45A6D" w:rsidRDefault="00713A63" w:rsidP="007D24A2">
      <w:pPr>
        <w:numPr>
          <w:ilvl w:val="0"/>
          <w:numId w:val="1"/>
        </w:numPr>
        <w:jc w:val="both"/>
      </w:pPr>
      <w:r w:rsidRPr="00C45A6D">
        <w:t>Пользуется ли авторитетом в коллективе?</w:t>
      </w:r>
    </w:p>
    <w:p w:rsidR="00713A63" w:rsidRPr="00C45A6D" w:rsidRDefault="00713A63" w:rsidP="007D24A2">
      <w:pPr>
        <w:ind w:left="360"/>
        <w:jc w:val="both"/>
        <w:rPr>
          <w:i/>
        </w:rPr>
      </w:pPr>
      <w:r w:rsidRPr="00C45A6D">
        <w:rPr>
          <w:i/>
        </w:rPr>
        <w:t xml:space="preserve">    (у большинства мальчиков, только у девочек, у небольшой группы, не   </w:t>
      </w:r>
    </w:p>
    <w:p w:rsidR="00713A63" w:rsidRDefault="00713A63" w:rsidP="007D24A2">
      <w:pPr>
        <w:ind w:left="360"/>
        <w:jc w:val="both"/>
        <w:rPr>
          <w:i/>
        </w:rPr>
      </w:pPr>
      <w:r w:rsidRPr="00C45A6D">
        <w:rPr>
          <w:i/>
        </w:rPr>
        <w:t xml:space="preserve">    пользуется авторитетом)</w:t>
      </w:r>
    </w:p>
    <w:p w:rsidR="00713A63" w:rsidRPr="00C45A6D" w:rsidRDefault="00713A63" w:rsidP="007D24A2">
      <w:pPr>
        <w:ind w:left="360"/>
        <w:jc w:val="both"/>
        <w:rPr>
          <w:i/>
        </w:rPr>
      </w:pPr>
    </w:p>
    <w:p w:rsidR="00713A63" w:rsidRPr="00C45A6D" w:rsidRDefault="00713A63" w:rsidP="007D24A2">
      <w:pPr>
        <w:numPr>
          <w:ilvl w:val="0"/>
          <w:numId w:val="1"/>
        </w:numPr>
        <w:jc w:val="both"/>
      </w:pPr>
      <w:r w:rsidRPr="00C45A6D">
        <w:t>Имеет ли друзей?</w:t>
      </w:r>
    </w:p>
    <w:p w:rsidR="00713A63" w:rsidRDefault="00713A63" w:rsidP="007D24A2">
      <w:pPr>
        <w:ind w:left="720"/>
        <w:jc w:val="both"/>
        <w:rPr>
          <w:i/>
        </w:rPr>
      </w:pPr>
      <w:r w:rsidRPr="00C45A6D">
        <w:rPr>
          <w:i/>
        </w:rPr>
        <w:t>(только в своем классе, вне класса, и в классе и вне класса,  сверстников, старше себя, младше себя, ни с кем не дружит)</w:t>
      </w:r>
    </w:p>
    <w:p w:rsidR="00713A63" w:rsidRPr="00C45A6D" w:rsidRDefault="00713A63" w:rsidP="007D24A2">
      <w:pPr>
        <w:ind w:left="720"/>
        <w:jc w:val="both"/>
        <w:rPr>
          <w:i/>
        </w:rPr>
      </w:pPr>
    </w:p>
    <w:p w:rsidR="00713A63" w:rsidRPr="00C45A6D" w:rsidRDefault="00713A63" w:rsidP="007D24A2">
      <w:pPr>
        <w:numPr>
          <w:ilvl w:val="0"/>
          <w:numId w:val="1"/>
        </w:numPr>
        <w:jc w:val="both"/>
      </w:pPr>
      <w:r w:rsidRPr="00C45A6D">
        <w:t>В качестве кого участвует в школьных мероприятиях?</w:t>
      </w:r>
    </w:p>
    <w:p w:rsidR="00713A63" w:rsidRDefault="00713A63" w:rsidP="007D24A2">
      <w:pPr>
        <w:ind w:left="720"/>
        <w:jc w:val="both"/>
        <w:rPr>
          <w:i/>
        </w:rPr>
      </w:pPr>
      <w:r w:rsidRPr="00C45A6D">
        <w:rPr>
          <w:i/>
        </w:rPr>
        <w:t>(инициатор, организатор, активный участник, пассивный исполнитель, дезорганизатор, не участвует)</w:t>
      </w:r>
    </w:p>
    <w:p w:rsidR="00713A63" w:rsidRPr="00C45A6D" w:rsidRDefault="00713A63" w:rsidP="007D24A2">
      <w:pPr>
        <w:ind w:left="720"/>
        <w:jc w:val="both"/>
        <w:rPr>
          <w:i/>
        </w:rPr>
      </w:pPr>
    </w:p>
    <w:p w:rsidR="00713A63" w:rsidRPr="00C45A6D" w:rsidRDefault="00713A63" w:rsidP="007D24A2">
      <w:pPr>
        <w:jc w:val="both"/>
      </w:pPr>
      <w:r w:rsidRPr="00C45A6D">
        <w:t xml:space="preserve">     7. Как выполняет общественные поручения?</w:t>
      </w:r>
    </w:p>
    <w:p w:rsidR="00713A63" w:rsidRDefault="00713A63" w:rsidP="007D24A2">
      <w:pPr>
        <w:ind w:left="720"/>
        <w:jc w:val="both"/>
        <w:rPr>
          <w:i/>
        </w:rPr>
      </w:pPr>
      <w:r w:rsidRPr="00C45A6D">
        <w:rPr>
          <w:i/>
        </w:rPr>
        <w:t>(с удовольствием, хорошо, удовлетворительно, плохо, уклоняется от поручений)</w:t>
      </w:r>
    </w:p>
    <w:p w:rsidR="00713A63" w:rsidRPr="00C45A6D" w:rsidRDefault="00713A63" w:rsidP="007D24A2">
      <w:pPr>
        <w:ind w:left="720"/>
        <w:jc w:val="both"/>
        <w:rPr>
          <w:i/>
        </w:rPr>
      </w:pPr>
    </w:p>
    <w:p w:rsidR="00713A63" w:rsidRPr="00C45A6D" w:rsidRDefault="00713A63" w:rsidP="007D24A2">
      <w:pPr>
        <w:numPr>
          <w:ilvl w:val="0"/>
          <w:numId w:val="2"/>
        </w:numPr>
        <w:jc w:val="both"/>
      </w:pPr>
      <w:r w:rsidRPr="00C45A6D">
        <w:t>С кем чаще всего бывают конфликты?</w:t>
      </w:r>
    </w:p>
    <w:p w:rsidR="00713A63" w:rsidRDefault="00713A63" w:rsidP="007D24A2">
      <w:pPr>
        <w:ind w:left="720"/>
        <w:jc w:val="both"/>
        <w:rPr>
          <w:i/>
        </w:rPr>
      </w:pPr>
      <w:r w:rsidRPr="00C45A6D">
        <w:rPr>
          <w:i/>
        </w:rPr>
        <w:t>(с одноклассниками, учащимися других классов, учителями, родителями и родственниками)</w:t>
      </w:r>
    </w:p>
    <w:p w:rsidR="00713A63" w:rsidRPr="00C45A6D" w:rsidRDefault="00713A63" w:rsidP="007D24A2">
      <w:pPr>
        <w:ind w:left="720"/>
        <w:jc w:val="both"/>
        <w:rPr>
          <w:i/>
        </w:rPr>
      </w:pPr>
    </w:p>
    <w:p w:rsidR="00713A63" w:rsidRPr="00C45A6D" w:rsidRDefault="00713A63" w:rsidP="00547C94">
      <w:pPr>
        <w:pStyle w:val="ListParagraph"/>
        <w:numPr>
          <w:ilvl w:val="0"/>
          <w:numId w:val="2"/>
        </w:numPr>
        <w:jc w:val="both"/>
      </w:pPr>
      <w:r w:rsidRPr="00C45A6D">
        <w:t>Дополнительная информация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45A6D">
        <w:t>_</w:t>
      </w:r>
    </w:p>
    <w:p w:rsidR="00713A63" w:rsidRPr="00C45A6D" w:rsidRDefault="00713A63" w:rsidP="007D24A2">
      <w:pPr>
        <w:ind w:left="360"/>
        <w:jc w:val="both"/>
        <w:rPr>
          <w:sz w:val="28"/>
        </w:rPr>
      </w:pPr>
    </w:p>
    <w:p w:rsidR="00713A63" w:rsidRPr="00C45A6D" w:rsidRDefault="00713A63" w:rsidP="007D24A2">
      <w:pPr>
        <w:pStyle w:val="Heading4"/>
        <w:jc w:val="center"/>
        <w:rPr>
          <w:i w:val="0"/>
          <w:iCs w:val="0"/>
          <w:sz w:val="24"/>
        </w:rPr>
      </w:pPr>
      <w:r w:rsidRPr="00C45A6D">
        <w:rPr>
          <w:sz w:val="24"/>
        </w:rPr>
        <w:t>ХАРАКТЕРИСТИКА</w:t>
      </w:r>
    </w:p>
    <w:p w:rsidR="00713A63" w:rsidRPr="00C45A6D" w:rsidRDefault="00713A63" w:rsidP="007D24A2">
      <w:pPr>
        <w:rPr>
          <w:b/>
          <w:bCs/>
          <w:i/>
          <w:iCs/>
          <w:sz w:val="28"/>
        </w:rPr>
      </w:pPr>
      <w:r w:rsidRPr="00C45A6D">
        <w:rPr>
          <w:b/>
          <w:bCs/>
          <w:i/>
          <w:iCs/>
          <w:sz w:val="44"/>
        </w:rPr>
        <w:t>_____________________________________________</w:t>
      </w:r>
      <w:r w:rsidRPr="00C45A6D">
        <w:rPr>
          <w:b/>
          <w:bCs/>
          <w:i/>
          <w:iCs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7D24A2">
      <w:pPr>
        <w:rPr>
          <w:b/>
          <w:bCs/>
          <w:i/>
          <w:iCs/>
          <w:sz w:val="28"/>
        </w:rPr>
      </w:pPr>
      <w:r w:rsidRPr="00C45A6D">
        <w:rPr>
          <w:b/>
          <w:bCs/>
          <w:i/>
          <w:iCs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</w:r>
      <w:r w:rsidRPr="00C45A6D">
        <w:rPr>
          <w:b/>
          <w:bCs/>
          <w:i/>
          <w:iCs/>
          <w:sz w:val="28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i/>
          <w:iCs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1D432E">
      <w:pPr>
        <w:rPr>
          <w:sz w:val="36"/>
        </w:rPr>
      </w:pPr>
      <w:r w:rsidRPr="00C45A6D">
        <w:rPr>
          <w:sz w:val="28"/>
        </w:rPr>
        <w:t xml:space="preserve">                                             </w:t>
      </w:r>
      <w:r w:rsidRPr="00C45A6D">
        <w:rPr>
          <w:sz w:val="28"/>
        </w:rPr>
        <w:tab/>
      </w:r>
    </w:p>
    <w:p w:rsidR="00713A63" w:rsidRPr="00C45A6D" w:rsidRDefault="00713A63" w:rsidP="00547C94">
      <w:pPr>
        <w:jc w:val="center"/>
        <w:rPr>
          <w:sz w:val="22"/>
        </w:rPr>
      </w:pPr>
      <w:r w:rsidRPr="00C45A6D">
        <w:rPr>
          <w:b/>
          <w:bCs/>
          <w:color w:val="000000"/>
          <w:spacing w:val="-9"/>
          <w:sz w:val="28"/>
          <w:szCs w:val="32"/>
        </w:rPr>
        <w:t xml:space="preserve">Раздел </w:t>
      </w:r>
      <w:r w:rsidRPr="00C45A6D">
        <w:rPr>
          <w:b/>
          <w:bCs/>
          <w:color w:val="000000"/>
          <w:spacing w:val="-9"/>
          <w:sz w:val="28"/>
          <w:szCs w:val="32"/>
          <w:lang w:val="en-US"/>
        </w:rPr>
        <w:t>II</w:t>
      </w:r>
      <w:r w:rsidRPr="00C45A6D">
        <w:rPr>
          <w:b/>
          <w:bCs/>
          <w:color w:val="000000"/>
          <w:spacing w:val="-9"/>
          <w:sz w:val="28"/>
          <w:szCs w:val="32"/>
        </w:rPr>
        <w:t>. ОБЩИЕ СВЕДЕНИЯ О СЕМЬЕ УЧАЩЕГОСЯ</w:t>
      </w:r>
    </w:p>
    <w:p w:rsidR="00713A63" w:rsidRPr="00C45A6D" w:rsidRDefault="00713A63" w:rsidP="00547C94">
      <w:pPr>
        <w:jc w:val="center"/>
        <w:rPr>
          <w:sz w:val="22"/>
        </w:rPr>
      </w:pPr>
    </w:p>
    <w:p w:rsidR="00713A63" w:rsidRPr="00C45A6D" w:rsidRDefault="00713A63">
      <w:pPr>
        <w:pStyle w:val="Heading1"/>
        <w:spacing w:before="0" w:after="0"/>
        <w:jc w:val="center"/>
        <w:rPr>
          <w:rFonts w:ascii="Times New Roman" w:hAnsi="Times New Roman" w:cs="Times New Roman"/>
          <w:i/>
          <w:iCs/>
          <w:sz w:val="24"/>
        </w:rPr>
      </w:pPr>
      <w:r w:rsidRPr="00C45A6D">
        <w:rPr>
          <w:rFonts w:ascii="Times New Roman" w:hAnsi="Times New Roman" w:cs="Times New Roman"/>
          <w:i/>
          <w:iCs/>
          <w:sz w:val="24"/>
        </w:rPr>
        <w:t>АНКЕТА</w:t>
      </w:r>
    </w:p>
    <w:p w:rsidR="00713A63" w:rsidRPr="00C45A6D" w:rsidRDefault="00713A63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</w:rPr>
      </w:pPr>
      <w:r w:rsidRPr="00C45A6D">
        <w:rPr>
          <w:rFonts w:ascii="Times New Roman" w:hAnsi="Times New Roman" w:cs="Times New Roman"/>
          <w:sz w:val="24"/>
        </w:rPr>
        <w:t>«Первое знакомство с семьей ученика»</w:t>
      </w:r>
    </w:p>
    <w:p w:rsidR="00713A63" w:rsidRPr="00C45A6D" w:rsidRDefault="00713A63">
      <w:pPr>
        <w:jc w:val="both"/>
      </w:pPr>
      <w:r w:rsidRPr="00C45A6D">
        <w:rPr>
          <w:b/>
          <w:bCs/>
        </w:rPr>
        <w:t>1.</w:t>
      </w:r>
      <w:r w:rsidRPr="00C45A6D">
        <w:t>ФИО матери и отца (лиц,  их заменяющих) __________________________________</w:t>
      </w:r>
    </w:p>
    <w:p w:rsidR="00713A63" w:rsidRPr="00C45A6D" w:rsidRDefault="00713A63">
      <w:pPr>
        <w:jc w:val="both"/>
      </w:pPr>
      <w:r w:rsidRPr="00C45A6D">
        <w:t>________________________________________________________________________</w:t>
      </w:r>
    </w:p>
    <w:p w:rsidR="00713A63" w:rsidRDefault="00713A63">
      <w:pPr>
        <w:pStyle w:val="BodyText"/>
        <w:jc w:val="left"/>
        <w:rPr>
          <w:b/>
          <w:bCs/>
          <w:i w:val="0"/>
          <w:iCs w:val="0"/>
          <w:sz w:val="24"/>
        </w:rPr>
      </w:pPr>
    </w:p>
    <w:p w:rsidR="00713A63" w:rsidRDefault="00713A63">
      <w:pPr>
        <w:pStyle w:val="BodyText"/>
        <w:jc w:val="left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2.</w:t>
      </w:r>
      <w:r w:rsidRPr="00C45A6D">
        <w:rPr>
          <w:i w:val="0"/>
          <w:iCs w:val="0"/>
          <w:sz w:val="24"/>
        </w:rPr>
        <w:t>Образование матери и отца   (лиц,  их заменяющих)  _________________________      ________________________________________________________________________________________________________________________________________________</w:t>
      </w:r>
    </w:p>
    <w:p w:rsidR="00713A63" w:rsidRDefault="00713A63">
      <w:pPr>
        <w:pStyle w:val="BodyText"/>
        <w:jc w:val="left"/>
        <w:rPr>
          <w:i w:val="0"/>
          <w:iCs w:val="0"/>
          <w:sz w:val="24"/>
        </w:rPr>
      </w:pPr>
    </w:p>
    <w:p w:rsidR="00713A63" w:rsidRDefault="00713A63">
      <w:pPr>
        <w:pStyle w:val="BodyText"/>
        <w:jc w:val="left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3.</w:t>
      </w:r>
      <w:r w:rsidRPr="00C45A6D">
        <w:rPr>
          <w:i w:val="0"/>
          <w:iCs w:val="0"/>
          <w:sz w:val="24"/>
        </w:rPr>
        <w:t>Место работы, должность, контактный телефон матери и отца  (лиц,  их заменяющих) ____________________________________________________________ ________________________________________________________________________</w:t>
      </w:r>
    </w:p>
    <w:p w:rsidR="00713A63" w:rsidRDefault="00713A63">
      <w:pPr>
        <w:pStyle w:val="BodyText"/>
        <w:jc w:val="left"/>
        <w:rPr>
          <w:i w:val="0"/>
          <w:iCs w:val="0"/>
          <w:sz w:val="24"/>
        </w:rPr>
      </w:pPr>
    </w:p>
    <w:p w:rsidR="00713A63" w:rsidRPr="00C45A6D" w:rsidRDefault="00713A63">
      <w:pPr>
        <w:pStyle w:val="BodyText"/>
        <w:jc w:val="left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4.</w:t>
      </w:r>
      <w:r w:rsidRPr="00C45A6D">
        <w:rPr>
          <w:i w:val="0"/>
          <w:iCs w:val="0"/>
          <w:sz w:val="24"/>
        </w:rPr>
        <w:t>Члены семьи, живущие вместе с учеником __________________________________ ________________________________________________________________________</w:t>
      </w:r>
    </w:p>
    <w:p w:rsidR="00713A63" w:rsidRDefault="00713A63">
      <w:pPr>
        <w:pStyle w:val="BodyText"/>
        <w:jc w:val="both"/>
        <w:rPr>
          <w:b/>
          <w:bCs/>
          <w:i w:val="0"/>
          <w:iCs w:val="0"/>
          <w:sz w:val="24"/>
        </w:rPr>
      </w:pP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5.</w:t>
      </w:r>
      <w:r w:rsidRPr="00C45A6D">
        <w:rPr>
          <w:i w:val="0"/>
          <w:iCs w:val="0"/>
          <w:sz w:val="24"/>
        </w:rPr>
        <w:t xml:space="preserve"> Материально-бытовые условия (отдельная комната или отдельный уголок для ребенка, наличие рабочего места  и т.д.) 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________________________________________________________________________________________________________________________________________________</w:t>
      </w:r>
    </w:p>
    <w:p w:rsidR="00713A63" w:rsidRDefault="00713A63">
      <w:pPr>
        <w:pStyle w:val="BodyText"/>
        <w:jc w:val="both"/>
        <w:rPr>
          <w:b/>
          <w:bCs/>
          <w:i w:val="0"/>
          <w:iCs w:val="0"/>
          <w:sz w:val="24"/>
        </w:rPr>
      </w:pP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6.</w:t>
      </w:r>
      <w:r w:rsidRPr="00C45A6D">
        <w:rPr>
          <w:i w:val="0"/>
          <w:iCs w:val="0"/>
          <w:sz w:val="24"/>
        </w:rPr>
        <w:t>Семейные традиции (дни рождения, коллективное посещение кино или театра, школьные и другие праздники)____________________________________________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Default="00713A63">
      <w:pPr>
        <w:pStyle w:val="BodyText"/>
        <w:jc w:val="both"/>
        <w:rPr>
          <w:b/>
          <w:bCs/>
          <w:i w:val="0"/>
          <w:iCs w:val="0"/>
          <w:sz w:val="24"/>
        </w:rPr>
      </w:pP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7.</w:t>
      </w:r>
      <w:r w:rsidRPr="00C45A6D">
        <w:rPr>
          <w:i w:val="0"/>
          <w:iCs w:val="0"/>
          <w:sz w:val="24"/>
        </w:rPr>
        <w:t>Увлечения членов семьи_________________________________________________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Default="00713A63">
      <w:pPr>
        <w:pStyle w:val="BodyText"/>
        <w:jc w:val="both"/>
        <w:rPr>
          <w:b/>
          <w:bCs/>
          <w:i w:val="0"/>
          <w:iCs w:val="0"/>
          <w:sz w:val="24"/>
        </w:rPr>
      </w:pP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8.</w:t>
      </w:r>
      <w:r w:rsidRPr="00C45A6D">
        <w:rPr>
          <w:i w:val="0"/>
          <w:iCs w:val="0"/>
          <w:sz w:val="24"/>
        </w:rPr>
        <w:t>Обязанности ребенка по дому. 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________________________________________________________________________________________________________________________________________________</w:t>
      </w:r>
    </w:p>
    <w:p w:rsidR="00713A63" w:rsidRDefault="00713A63">
      <w:pPr>
        <w:pStyle w:val="BodyText"/>
        <w:jc w:val="both"/>
        <w:rPr>
          <w:b/>
          <w:bCs/>
          <w:i w:val="0"/>
          <w:iCs w:val="0"/>
          <w:sz w:val="24"/>
        </w:rPr>
      </w:pP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9.</w:t>
      </w:r>
      <w:r w:rsidRPr="00C45A6D">
        <w:rPr>
          <w:i w:val="0"/>
          <w:iCs w:val="0"/>
          <w:sz w:val="24"/>
        </w:rPr>
        <w:t>Кто в основном занимается  воспитанием ребенка. 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Default="00713A63">
      <w:pPr>
        <w:pStyle w:val="BodyText"/>
        <w:jc w:val="both"/>
        <w:rPr>
          <w:b/>
          <w:bCs/>
          <w:i w:val="0"/>
          <w:iCs w:val="0"/>
          <w:sz w:val="24"/>
        </w:rPr>
      </w:pP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1</w:t>
      </w:r>
      <w:r>
        <w:rPr>
          <w:b/>
          <w:bCs/>
          <w:i w:val="0"/>
          <w:iCs w:val="0"/>
          <w:sz w:val="24"/>
        </w:rPr>
        <w:t>0</w:t>
      </w:r>
      <w:r w:rsidRPr="00C45A6D">
        <w:rPr>
          <w:i w:val="0"/>
          <w:iCs w:val="0"/>
          <w:sz w:val="24"/>
        </w:rPr>
        <w:t>.Методы воспитания ____________________________________________________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1</w:t>
      </w:r>
      <w:r>
        <w:rPr>
          <w:b/>
          <w:bCs/>
          <w:i w:val="0"/>
          <w:iCs w:val="0"/>
          <w:sz w:val="24"/>
        </w:rPr>
        <w:t>1</w:t>
      </w:r>
      <w:r w:rsidRPr="00C45A6D">
        <w:rPr>
          <w:b/>
          <w:bCs/>
          <w:i w:val="0"/>
          <w:iCs w:val="0"/>
          <w:sz w:val="24"/>
        </w:rPr>
        <w:t>.</w:t>
      </w:r>
      <w:r w:rsidRPr="00C45A6D">
        <w:rPr>
          <w:i w:val="0"/>
          <w:iCs w:val="0"/>
          <w:sz w:val="24"/>
        </w:rPr>
        <w:t xml:space="preserve"> Друзья ребенка, ходят в гости. 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1</w:t>
      </w:r>
      <w:r>
        <w:rPr>
          <w:b/>
          <w:bCs/>
          <w:i w:val="0"/>
          <w:iCs w:val="0"/>
          <w:sz w:val="24"/>
        </w:rPr>
        <w:t>2</w:t>
      </w:r>
      <w:r w:rsidRPr="00C45A6D">
        <w:rPr>
          <w:b/>
          <w:bCs/>
          <w:i w:val="0"/>
          <w:iCs w:val="0"/>
          <w:sz w:val="24"/>
        </w:rPr>
        <w:t>.</w:t>
      </w:r>
      <w:r w:rsidRPr="00C45A6D">
        <w:rPr>
          <w:i w:val="0"/>
          <w:iCs w:val="0"/>
          <w:sz w:val="24"/>
        </w:rPr>
        <w:t>Какие предметы в школьной программе не вызывают затруднения, какие вызывают. _______________________________________________________________</w:t>
      </w:r>
    </w:p>
    <w:p w:rsidR="00713A63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________________________________________________________________________________</w:t>
      </w:r>
      <w:r>
        <w:rPr>
          <w:i w:val="0"/>
          <w:iCs w:val="0"/>
          <w:sz w:val="24"/>
        </w:rPr>
        <w:t>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1</w:t>
      </w:r>
      <w:r>
        <w:rPr>
          <w:b/>
          <w:bCs/>
          <w:i w:val="0"/>
          <w:iCs w:val="0"/>
          <w:sz w:val="24"/>
        </w:rPr>
        <w:t>3</w:t>
      </w:r>
      <w:r w:rsidRPr="00C45A6D">
        <w:rPr>
          <w:b/>
          <w:bCs/>
          <w:i w:val="0"/>
          <w:iCs w:val="0"/>
          <w:sz w:val="24"/>
        </w:rPr>
        <w:t>.</w:t>
      </w:r>
      <w:r w:rsidRPr="00C45A6D">
        <w:rPr>
          <w:i w:val="0"/>
          <w:iCs w:val="0"/>
          <w:sz w:val="24"/>
        </w:rPr>
        <w:t xml:space="preserve"> С каким настроением чаще всего ребенок приходит из школы. 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1</w:t>
      </w:r>
      <w:r>
        <w:rPr>
          <w:b/>
          <w:bCs/>
          <w:i w:val="0"/>
          <w:iCs w:val="0"/>
          <w:sz w:val="24"/>
        </w:rPr>
        <w:t>4</w:t>
      </w:r>
      <w:r w:rsidRPr="00C45A6D">
        <w:rPr>
          <w:b/>
          <w:bCs/>
          <w:i w:val="0"/>
          <w:iCs w:val="0"/>
          <w:sz w:val="24"/>
        </w:rPr>
        <w:t>.</w:t>
      </w:r>
      <w:r w:rsidRPr="00C45A6D">
        <w:rPr>
          <w:i w:val="0"/>
          <w:iCs w:val="0"/>
          <w:sz w:val="24"/>
        </w:rPr>
        <w:t xml:space="preserve"> Как складываются отношения с педагогами и администрацией школы.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1</w:t>
      </w:r>
      <w:r>
        <w:rPr>
          <w:b/>
          <w:bCs/>
          <w:i w:val="0"/>
          <w:iCs w:val="0"/>
          <w:sz w:val="24"/>
        </w:rPr>
        <w:t>5</w:t>
      </w:r>
      <w:r w:rsidRPr="00C45A6D">
        <w:rPr>
          <w:b/>
          <w:bCs/>
          <w:i w:val="0"/>
          <w:iCs w:val="0"/>
          <w:sz w:val="24"/>
        </w:rPr>
        <w:t>.</w:t>
      </w:r>
      <w:r w:rsidRPr="00C45A6D">
        <w:rPr>
          <w:i w:val="0"/>
          <w:iCs w:val="0"/>
          <w:sz w:val="24"/>
        </w:rPr>
        <w:t xml:space="preserve"> Как вы организовываете деятельность ребенка (помощь в выполнении д\з, культурный совместный досуг, ребенок самостоятельно находит себе дело)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________________________________________________________________________________________________________________________________________________</w:t>
      </w:r>
    </w:p>
    <w:p w:rsidR="00713A63" w:rsidRPr="00C45A6D" w:rsidRDefault="00713A63">
      <w:pPr>
        <w:pStyle w:val="BodyText"/>
        <w:jc w:val="both"/>
        <w:rPr>
          <w:i w:val="0"/>
          <w:iCs w:val="0"/>
          <w:sz w:val="24"/>
        </w:rPr>
      </w:pPr>
      <w:r w:rsidRPr="00C45A6D">
        <w:rPr>
          <w:b/>
          <w:bCs/>
          <w:i w:val="0"/>
          <w:iCs w:val="0"/>
          <w:sz w:val="24"/>
        </w:rPr>
        <w:t>1</w:t>
      </w:r>
      <w:r>
        <w:rPr>
          <w:b/>
          <w:bCs/>
          <w:i w:val="0"/>
          <w:iCs w:val="0"/>
          <w:sz w:val="24"/>
        </w:rPr>
        <w:t>6</w:t>
      </w:r>
      <w:r w:rsidRPr="00C45A6D">
        <w:rPr>
          <w:b/>
          <w:bCs/>
          <w:i w:val="0"/>
          <w:iCs w:val="0"/>
          <w:sz w:val="24"/>
        </w:rPr>
        <w:t>.</w:t>
      </w:r>
      <w:r w:rsidRPr="00C45A6D">
        <w:rPr>
          <w:i w:val="0"/>
          <w:iCs w:val="0"/>
          <w:sz w:val="24"/>
        </w:rPr>
        <w:t xml:space="preserve"> Как часто посещаете родительские собрания. ______________________________</w:t>
      </w:r>
    </w:p>
    <w:p w:rsidR="00713A63" w:rsidRPr="00C45A6D" w:rsidRDefault="00713A63">
      <w:pPr>
        <w:pStyle w:val="BodyText"/>
        <w:jc w:val="both"/>
        <w:rPr>
          <w:sz w:val="24"/>
        </w:rPr>
      </w:pPr>
      <w:r w:rsidRPr="00C45A6D">
        <w:rPr>
          <w:i w:val="0"/>
          <w:iCs w:val="0"/>
          <w:sz w:val="24"/>
        </w:rPr>
        <w:t>________________________________________________________________________</w:t>
      </w:r>
    </w:p>
    <w:p w:rsidR="00713A63" w:rsidRPr="00C45A6D" w:rsidRDefault="00713A63" w:rsidP="007D24A2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i/>
          <w:iCs/>
          <w:sz w:val="24"/>
        </w:rPr>
      </w:pPr>
      <w:r w:rsidRPr="00C45A6D">
        <w:rPr>
          <w:rFonts w:ascii="Times New Roman" w:hAnsi="Times New Roman" w:cs="Times New Roman"/>
          <w:i/>
          <w:iCs/>
          <w:sz w:val="24"/>
        </w:rPr>
        <w:t>КАРТА ОБСЛЕДОВАНИЯ СЕМЬИ УЧАЩЕГОСЯ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spacing w:line="360" w:lineRule="auto"/>
        <w:ind w:left="10" w:firstLine="80"/>
        <w:jc w:val="both"/>
        <w:rPr>
          <w:color w:val="000000"/>
          <w:spacing w:val="-25"/>
          <w:szCs w:val="22"/>
        </w:rPr>
      </w:pPr>
      <w:r w:rsidRPr="00C45A6D">
        <w:rPr>
          <w:color w:val="000000"/>
          <w:spacing w:val="8"/>
          <w:szCs w:val="22"/>
        </w:rPr>
        <w:t>Ф.И.О. ребенка, дата рожде</w:t>
      </w:r>
      <w:r w:rsidRPr="00C45A6D">
        <w:rPr>
          <w:color w:val="000000"/>
          <w:spacing w:val="8"/>
          <w:szCs w:val="22"/>
        </w:rPr>
        <w:softHyphen/>
      </w:r>
      <w:r w:rsidRPr="00C45A6D">
        <w:rPr>
          <w:color w:val="000000"/>
          <w:spacing w:val="-13"/>
          <w:szCs w:val="22"/>
        </w:rPr>
        <w:t xml:space="preserve">ния _____________________________________________ 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6998"/>
        </w:tabs>
        <w:spacing w:line="360" w:lineRule="auto"/>
        <w:ind w:left="10" w:firstLine="80"/>
        <w:jc w:val="both"/>
        <w:rPr>
          <w:color w:val="000000"/>
          <w:spacing w:val="-25"/>
          <w:szCs w:val="22"/>
        </w:rPr>
      </w:pPr>
      <w:r w:rsidRPr="00C45A6D">
        <w:rPr>
          <w:color w:val="000000"/>
          <w:spacing w:val="4"/>
          <w:szCs w:val="22"/>
        </w:rPr>
        <w:t>Адрес проживания семьи, телефон</w:t>
      </w:r>
      <w:r w:rsidRPr="00C45A6D">
        <w:rPr>
          <w:color w:val="000000"/>
          <w:szCs w:val="22"/>
        </w:rPr>
        <w:tab/>
        <w:t>_____________________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6998"/>
        </w:tabs>
        <w:spacing w:line="360" w:lineRule="auto"/>
        <w:ind w:left="10" w:firstLine="80"/>
        <w:jc w:val="both"/>
        <w:rPr>
          <w:color w:val="000000"/>
          <w:spacing w:val="-16"/>
          <w:szCs w:val="22"/>
        </w:rPr>
      </w:pPr>
      <w:r w:rsidRPr="00C45A6D">
        <w:rPr>
          <w:color w:val="000000"/>
          <w:szCs w:val="22"/>
        </w:rPr>
        <w:t>Мать (Ф.И.О., дата рождения, образование, место работы, должность, зарплата,</w:t>
      </w:r>
      <w:r w:rsidRPr="00C45A6D">
        <w:rPr>
          <w:color w:val="000000"/>
          <w:szCs w:val="22"/>
        </w:rPr>
        <w:br/>
      </w:r>
      <w:r w:rsidRPr="00C45A6D">
        <w:rPr>
          <w:color w:val="000000"/>
          <w:spacing w:val="-2"/>
          <w:szCs w:val="22"/>
        </w:rPr>
        <w:t>рабочий телефон)</w:t>
      </w:r>
      <w:r w:rsidRPr="00C45A6D">
        <w:rPr>
          <w:color w:val="000000"/>
          <w:szCs w:val="22"/>
        </w:rPr>
        <w:t>________________________________________________________ ________________________________________________________________________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pos="3187"/>
          <w:tab w:val="left" w:leader="underscore" w:pos="4282"/>
          <w:tab w:val="left" w:leader="underscore" w:pos="6010"/>
          <w:tab w:val="left" w:pos="7085"/>
          <w:tab w:val="left" w:leader="underscore" w:pos="7843"/>
        </w:tabs>
        <w:spacing w:line="360" w:lineRule="auto"/>
        <w:ind w:left="10" w:firstLine="80"/>
        <w:jc w:val="both"/>
        <w:rPr>
          <w:color w:val="000000"/>
          <w:spacing w:val="-25"/>
          <w:szCs w:val="22"/>
        </w:rPr>
      </w:pPr>
      <w:r w:rsidRPr="00C45A6D">
        <w:rPr>
          <w:color w:val="000000"/>
          <w:spacing w:val="9"/>
          <w:szCs w:val="22"/>
        </w:rPr>
        <w:t>Отец (</w:t>
      </w:r>
      <w:r w:rsidRPr="00C45A6D">
        <w:rPr>
          <w:color w:val="000000"/>
          <w:szCs w:val="22"/>
        </w:rPr>
        <w:t>Ф.И.О., дата рождения, образование, место работы, должность, зарплата,</w:t>
      </w:r>
      <w:r w:rsidRPr="00C45A6D">
        <w:rPr>
          <w:color w:val="000000"/>
          <w:szCs w:val="22"/>
        </w:rPr>
        <w:br/>
      </w:r>
      <w:r w:rsidRPr="00C45A6D">
        <w:rPr>
          <w:color w:val="000000"/>
          <w:spacing w:val="-2"/>
          <w:szCs w:val="22"/>
        </w:rPr>
        <w:t>рабочий телефон</w:t>
      </w:r>
      <w:r w:rsidRPr="00C45A6D">
        <w:rPr>
          <w:color w:val="000000"/>
          <w:spacing w:val="9"/>
          <w:szCs w:val="22"/>
        </w:rPr>
        <w:t>)______________________________________________________ ____________________________________________________________________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882"/>
        </w:tabs>
        <w:spacing w:line="360" w:lineRule="auto"/>
        <w:ind w:left="10" w:firstLine="80"/>
        <w:jc w:val="both"/>
        <w:rPr>
          <w:color w:val="000000"/>
          <w:spacing w:val="-1"/>
          <w:szCs w:val="22"/>
        </w:rPr>
      </w:pPr>
      <w:r w:rsidRPr="00C45A6D">
        <w:rPr>
          <w:color w:val="000000"/>
          <w:spacing w:val="-1"/>
          <w:szCs w:val="22"/>
        </w:rPr>
        <w:t>Дети (Ф.И.О., дата рождения, что посещают, где учатся) ______________________</w:t>
      </w:r>
    </w:p>
    <w:p w:rsidR="00713A63" w:rsidRPr="00C45A6D" w:rsidRDefault="00713A63" w:rsidP="007D24A2">
      <w:pPr>
        <w:shd w:val="clear" w:color="auto" w:fill="FFFFFF"/>
        <w:tabs>
          <w:tab w:val="left" w:pos="259"/>
          <w:tab w:val="left" w:leader="underscore" w:pos="7882"/>
        </w:tabs>
        <w:spacing w:line="360" w:lineRule="auto"/>
        <w:ind w:left="10" w:firstLine="80"/>
        <w:jc w:val="both"/>
        <w:rPr>
          <w:color w:val="000000"/>
          <w:spacing w:val="-25"/>
          <w:szCs w:val="22"/>
        </w:rPr>
      </w:pPr>
      <w:r w:rsidRPr="00C45A6D">
        <w:rPr>
          <w:color w:val="000000"/>
          <w:spacing w:val="-25"/>
          <w:szCs w:val="22"/>
        </w:rPr>
        <w:t>______________________________________________________________________________________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776"/>
        </w:tabs>
        <w:spacing w:line="360" w:lineRule="auto"/>
        <w:ind w:left="10" w:firstLine="80"/>
        <w:jc w:val="both"/>
        <w:rPr>
          <w:color w:val="000000"/>
          <w:spacing w:val="-20"/>
          <w:szCs w:val="22"/>
        </w:rPr>
      </w:pPr>
      <w:r w:rsidRPr="00C45A6D">
        <w:rPr>
          <w:color w:val="000000"/>
          <w:szCs w:val="22"/>
        </w:rPr>
        <w:t>Сведения о других проживающих вместе с ребенком ________________________</w:t>
      </w:r>
      <w:r w:rsidRPr="00C45A6D">
        <w:rPr>
          <w:color w:val="000000"/>
          <w:szCs w:val="22"/>
        </w:rPr>
        <w:tab/>
        <w:t>____________________________________________________________________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776"/>
        </w:tabs>
        <w:spacing w:line="360" w:lineRule="auto"/>
        <w:ind w:left="10" w:firstLine="80"/>
        <w:jc w:val="both"/>
        <w:rPr>
          <w:color w:val="000000"/>
          <w:spacing w:val="-21"/>
          <w:szCs w:val="22"/>
        </w:rPr>
      </w:pPr>
      <w:r w:rsidRPr="00C45A6D">
        <w:rPr>
          <w:color w:val="000000"/>
          <w:spacing w:val="2"/>
          <w:szCs w:val="22"/>
        </w:rPr>
        <w:t>Условия проживания (краткая характеристика жилья, условий, созданных для</w:t>
      </w:r>
      <w:r w:rsidRPr="00C45A6D">
        <w:rPr>
          <w:color w:val="000000"/>
          <w:spacing w:val="2"/>
          <w:szCs w:val="22"/>
        </w:rPr>
        <w:br/>
      </w:r>
      <w:r w:rsidRPr="00C45A6D">
        <w:rPr>
          <w:color w:val="000000"/>
          <w:spacing w:val="-1"/>
          <w:szCs w:val="22"/>
        </w:rPr>
        <w:t>несовершеннолетних, наличие необходимой по сезону одежды, продуктов пита</w:t>
      </w:r>
      <w:r w:rsidRPr="00C45A6D">
        <w:rPr>
          <w:color w:val="000000"/>
          <w:spacing w:val="-6"/>
          <w:szCs w:val="22"/>
        </w:rPr>
        <w:t>ния) 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-90"/>
          <w:tab w:val="left" w:leader="underscore" w:pos="7853"/>
        </w:tabs>
        <w:spacing w:line="360" w:lineRule="auto"/>
        <w:rPr>
          <w:color w:val="000000"/>
          <w:spacing w:val="-21"/>
          <w:szCs w:val="22"/>
        </w:rPr>
      </w:pPr>
      <w:r w:rsidRPr="00C45A6D">
        <w:rPr>
          <w:color w:val="000000"/>
          <w:spacing w:val="3"/>
          <w:szCs w:val="22"/>
        </w:rPr>
        <w:t>Даты обследования семьи</w:t>
      </w:r>
      <w:r w:rsidRPr="00C45A6D">
        <w:rPr>
          <w:color w:val="000000"/>
          <w:spacing w:val="-21"/>
          <w:szCs w:val="22"/>
        </w:rPr>
        <w:t xml:space="preserve"> ________________________________________________________</w:t>
      </w:r>
    </w:p>
    <w:p w:rsidR="00713A63" w:rsidRPr="00C45A6D" w:rsidRDefault="00713A63" w:rsidP="007D24A2">
      <w:pPr>
        <w:numPr>
          <w:ilvl w:val="0"/>
          <w:numId w:val="3"/>
        </w:numPr>
        <w:shd w:val="clear" w:color="auto" w:fill="FFFFFF"/>
        <w:tabs>
          <w:tab w:val="left" w:pos="259"/>
          <w:tab w:val="left" w:leader="underscore" w:pos="7786"/>
        </w:tabs>
        <w:spacing w:line="360" w:lineRule="auto"/>
        <w:ind w:left="259" w:hanging="259"/>
        <w:jc w:val="both"/>
        <w:rPr>
          <w:color w:val="000000"/>
          <w:spacing w:val="-21"/>
          <w:szCs w:val="22"/>
        </w:rPr>
      </w:pPr>
      <w:r w:rsidRPr="00C45A6D">
        <w:rPr>
          <w:color w:val="000000"/>
          <w:spacing w:val="1"/>
          <w:szCs w:val="22"/>
        </w:rPr>
        <w:t>Необходимая помощь (ремонт (ЖЭУ), материальная, медицинская, психологи</w:t>
      </w:r>
      <w:r w:rsidRPr="00C45A6D">
        <w:rPr>
          <w:color w:val="000000"/>
          <w:spacing w:val="-3"/>
          <w:szCs w:val="22"/>
        </w:rPr>
        <w:t>ческая) ______________________________________________________ _______________________________________________________________________</w:t>
      </w:r>
    </w:p>
    <w:p w:rsidR="00713A63" w:rsidRPr="00C45A6D" w:rsidRDefault="00713A63" w:rsidP="007D24A2">
      <w:pPr>
        <w:shd w:val="clear" w:color="auto" w:fill="FFFFFF"/>
        <w:tabs>
          <w:tab w:val="left" w:pos="394"/>
          <w:tab w:val="left" w:leader="underscore" w:pos="7853"/>
        </w:tabs>
        <w:spacing w:line="360" w:lineRule="auto"/>
        <w:ind w:left="394" w:hanging="384"/>
        <w:jc w:val="both"/>
      </w:pPr>
      <w:r w:rsidRPr="00C45A6D">
        <w:rPr>
          <w:color w:val="000000"/>
          <w:spacing w:val="-19"/>
          <w:szCs w:val="22"/>
        </w:rPr>
        <w:t>10.</w:t>
      </w:r>
      <w:r w:rsidRPr="00C45A6D">
        <w:rPr>
          <w:color w:val="000000"/>
          <w:szCs w:val="22"/>
        </w:rPr>
        <w:tab/>
      </w:r>
      <w:r w:rsidRPr="00C45A6D">
        <w:rPr>
          <w:color w:val="000000"/>
          <w:spacing w:val="4"/>
          <w:szCs w:val="22"/>
        </w:rPr>
        <w:t>Формы работы с семьей (посещения, беседы, приглашение на совет профи</w:t>
      </w:r>
      <w:r w:rsidRPr="00C45A6D">
        <w:rPr>
          <w:color w:val="000000"/>
          <w:spacing w:val="4"/>
          <w:szCs w:val="22"/>
        </w:rPr>
        <w:softHyphen/>
      </w:r>
      <w:r w:rsidRPr="00C45A6D">
        <w:rPr>
          <w:color w:val="000000"/>
          <w:spacing w:val="-1"/>
          <w:szCs w:val="22"/>
        </w:rPr>
        <w:t>лактики, КДН, привлечение к работе в классе, в школе и др.) ____________________________________________________________________________________________________________________________________________</w:t>
      </w:r>
    </w:p>
    <w:p w:rsidR="00713A63" w:rsidRPr="00C45A6D" w:rsidRDefault="00713A63">
      <w:pPr>
        <w:tabs>
          <w:tab w:val="left" w:pos="3780"/>
        </w:tabs>
        <w:rPr>
          <w:sz w:val="40"/>
        </w:rPr>
      </w:pPr>
    </w:p>
    <w:p w:rsidR="00713A63" w:rsidRPr="00C45A6D" w:rsidRDefault="00713A63">
      <w:pPr>
        <w:tabs>
          <w:tab w:val="left" w:pos="3780"/>
        </w:tabs>
        <w:rPr>
          <w:sz w:val="40"/>
        </w:rPr>
      </w:pPr>
    </w:p>
    <w:p w:rsidR="00713A63" w:rsidRPr="00C45A6D" w:rsidRDefault="00713A63" w:rsidP="00756C2A">
      <w:pPr>
        <w:jc w:val="center"/>
        <w:rPr>
          <w:b/>
          <w:bCs/>
          <w:color w:val="000000"/>
          <w:spacing w:val="-9"/>
          <w:sz w:val="32"/>
          <w:szCs w:val="32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  <w:sz w:val="32"/>
          <w:szCs w:val="32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  <w:sz w:val="32"/>
          <w:szCs w:val="32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  <w:sz w:val="32"/>
          <w:szCs w:val="32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  <w:sz w:val="32"/>
          <w:szCs w:val="32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  <w:sz w:val="32"/>
          <w:szCs w:val="32"/>
        </w:rPr>
      </w:pPr>
    </w:p>
    <w:p w:rsidR="00713A63" w:rsidRPr="00C45A6D" w:rsidRDefault="00713A63" w:rsidP="00756C2A">
      <w:pPr>
        <w:jc w:val="center"/>
        <w:rPr>
          <w:b/>
          <w:bCs/>
          <w:color w:val="000000"/>
          <w:spacing w:val="-9"/>
        </w:rPr>
      </w:pPr>
      <w:r w:rsidRPr="00C45A6D">
        <w:rPr>
          <w:b/>
          <w:bCs/>
          <w:color w:val="000000"/>
          <w:spacing w:val="-9"/>
        </w:rPr>
        <w:t xml:space="preserve">Раздел </w:t>
      </w:r>
      <w:r w:rsidRPr="00C45A6D">
        <w:rPr>
          <w:b/>
          <w:bCs/>
          <w:color w:val="000000"/>
          <w:spacing w:val="-9"/>
          <w:lang w:val="en-US"/>
        </w:rPr>
        <w:t>III</w:t>
      </w:r>
      <w:r w:rsidRPr="00C45A6D">
        <w:rPr>
          <w:b/>
          <w:bCs/>
          <w:color w:val="000000"/>
          <w:spacing w:val="-9"/>
        </w:rPr>
        <w:t>. УЧЕБНАЯ ДЕЯТЕЛЬНОСТЬ</w:t>
      </w:r>
    </w:p>
    <w:p w:rsidR="00713A63" w:rsidRPr="00C45A6D" w:rsidRDefault="00713A63" w:rsidP="00886333"/>
    <w:p w:rsidR="00713A63" w:rsidRPr="001D432E" w:rsidRDefault="00713A63">
      <w:pPr>
        <w:pStyle w:val="Heading9"/>
        <w:rPr>
          <w:i w:val="0"/>
          <w:sz w:val="24"/>
        </w:rPr>
      </w:pPr>
    </w:p>
    <w:p w:rsidR="00713A63" w:rsidRPr="001D432E" w:rsidRDefault="00713A63">
      <w:pPr>
        <w:pStyle w:val="Heading9"/>
        <w:rPr>
          <w:i w:val="0"/>
          <w:sz w:val="24"/>
        </w:rPr>
      </w:pPr>
      <w:r w:rsidRPr="001D432E">
        <w:rPr>
          <w:i w:val="0"/>
          <w:sz w:val="24"/>
        </w:rPr>
        <w:t>УЧЕБНАЯ  КАРТА</w:t>
      </w:r>
    </w:p>
    <w:p w:rsidR="00713A63" w:rsidRPr="00C45A6D" w:rsidRDefault="00713A63">
      <w:pPr>
        <w:rPr>
          <w:b/>
          <w:bCs/>
          <w:i/>
          <w:iCs/>
        </w:rPr>
      </w:pPr>
    </w:p>
    <w:p w:rsidR="00713A63" w:rsidRPr="00C45A6D" w:rsidRDefault="00713A63">
      <w:pPr>
        <w:pStyle w:val="Heading5"/>
        <w:jc w:val="center"/>
        <w:rPr>
          <w:i w:val="0"/>
          <w:iCs w:val="0"/>
          <w:sz w:val="24"/>
        </w:rPr>
      </w:pPr>
      <w:r w:rsidRPr="00C45A6D">
        <w:rPr>
          <w:i w:val="0"/>
          <w:iCs w:val="0"/>
          <w:sz w:val="24"/>
        </w:rPr>
        <w:t>УЧЕБНАЯ ДЕЯТЕЛЬНОСТЬ</w:t>
      </w:r>
    </w:p>
    <w:p w:rsidR="00713A63" w:rsidRPr="00C45A6D" w:rsidRDefault="00713A63"/>
    <w:tbl>
      <w:tblPr>
        <w:tblW w:w="108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81"/>
        <w:gridCol w:w="2682"/>
        <w:gridCol w:w="2694"/>
        <w:gridCol w:w="2733"/>
      </w:tblGrid>
      <w:tr w:rsidR="00713A63" w:rsidRPr="00C45A6D" w:rsidTr="00C45A6D">
        <w:tc>
          <w:tcPr>
            <w:tcW w:w="2781" w:type="dxa"/>
          </w:tcPr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 xml:space="preserve">  Параметры</w:t>
            </w:r>
          </w:p>
        </w:tc>
        <w:tc>
          <w:tcPr>
            <w:tcW w:w="2682" w:type="dxa"/>
          </w:tcPr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 xml:space="preserve">Мнение </w:t>
            </w:r>
          </w:p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ученика</w:t>
            </w:r>
          </w:p>
        </w:tc>
        <w:tc>
          <w:tcPr>
            <w:tcW w:w="2694" w:type="dxa"/>
          </w:tcPr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Мнение</w:t>
            </w:r>
          </w:p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родителей</w:t>
            </w:r>
          </w:p>
        </w:tc>
        <w:tc>
          <w:tcPr>
            <w:tcW w:w="2733" w:type="dxa"/>
          </w:tcPr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Мнение</w:t>
            </w:r>
          </w:p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учителя</w:t>
            </w:r>
          </w:p>
        </w:tc>
      </w:tr>
      <w:tr w:rsidR="00713A63" w:rsidRPr="00C45A6D" w:rsidTr="00C45A6D">
        <w:tc>
          <w:tcPr>
            <w:tcW w:w="2781" w:type="dxa"/>
          </w:tcPr>
          <w:p w:rsidR="00713A63" w:rsidRPr="00C45A6D" w:rsidRDefault="00713A63">
            <w:r w:rsidRPr="00C45A6D">
              <w:t>Предметы,</w:t>
            </w:r>
          </w:p>
          <w:p w:rsidR="00713A63" w:rsidRPr="00C45A6D" w:rsidRDefault="00713A63">
            <w:r w:rsidRPr="00C45A6D">
              <w:t>изучаемые с</w:t>
            </w:r>
          </w:p>
          <w:p w:rsidR="00713A63" w:rsidRPr="00C45A6D" w:rsidRDefault="00713A63">
            <w:r w:rsidRPr="00C45A6D">
              <w:t>удовольствием</w:t>
            </w:r>
          </w:p>
          <w:p w:rsidR="00713A63" w:rsidRPr="00C45A6D" w:rsidRDefault="00713A63"/>
        </w:tc>
        <w:tc>
          <w:tcPr>
            <w:tcW w:w="2682" w:type="dxa"/>
          </w:tcPr>
          <w:p w:rsidR="00713A63" w:rsidRPr="00C45A6D" w:rsidRDefault="00713A63"/>
        </w:tc>
        <w:tc>
          <w:tcPr>
            <w:tcW w:w="2694" w:type="dxa"/>
          </w:tcPr>
          <w:p w:rsidR="00713A63" w:rsidRPr="00C45A6D" w:rsidRDefault="00713A63"/>
        </w:tc>
        <w:tc>
          <w:tcPr>
            <w:tcW w:w="2733" w:type="dxa"/>
          </w:tcPr>
          <w:p w:rsidR="00713A63" w:rsidRPr="00C45A6D" w:rsidRDefault="00713A63"/>
        </w:tc>
      </w:tr>
      <w:tr w:rsidR="00713A63" w:rsidRPr="00C45A6D" w:rsidTr="00C45A6D">
        <w:tc>
          <w:tcPr>
            <w:tcW w:w="2781" w:type="dxa"/>
          </w:tcPr>
          <w:p w:rsidR="00713A63" w:rsidRPr="00C45A6D" w:rsidRDefault="00713A63">
            <w:r w:rsidRPr="00C45A6D">
              <w:t>Предметы,</w:t>
            </w:r>
          </w:p>
          <w:p w:rsidR="00713A63" w:rsidRPr="00C45A6D" w:rsidRDefault="00713A63">
            <w:r w:rsidRPr="00C45A6D">
              <w:t>вызывающие</w:t>
            </w:r>
          </w:p>
          <w:p w:rsidR="00713A63" w:rsidRPr="00C45A6D" w:rsidRDefault="00713A63">
            <w:r w:rsidRPr="00C45A6D">
              <w:t>трудности</w:t>
            </w:r>
          </w:p>
          <w:p w:rsidR="00713A63" w:rsidRPr="00C45A6D" w:rsidRDefault="00713A63"/>
        </w:tc>
        <w:tc>
          <w:tcPr>
            <w:tcW w:w="2682" w:type="dxa"/>
          </w:tcPr>
          <w:p w:rsidR="00713A63" w:rsidRPr="00C45A6D" w:rsidRDefault="00713A63"/>
        </w:tc>
        <w:tc>
          <w:tcPr>
            <w:tcW w:w="2694" w:type="dxa"/>
          </w:tcPr>
          <w:p w:rsidR="00713A63" w:rsidRPr="00C45A6D" w:rsidRDefault="00713A63"/>
        </w:tc>
        <w:tc>
          <w:tcPr>
            <w:tcW w:w="2733" w:type="dxa"/>
          </w:tcPr>
          <w:p w:rsidR="00713A63" w:rsidRPr="00C45A6D" w:rsidRDefault="00713A63"/>
        </w:tc>
      </w:tr>
      <w:tr w:rsidR="00713A63" w:rsidRPr="00C45A6D" w:rsidTr="00C45A6D">
        <w:tc>
          <w:tcPr>
            <w:tcW w:w="2781" w:type="dxa"/>
          </w:tcPr>
          <w:p w:rsidR="00713A63" w:rsidRPr="00C45A6D" w:rsidRDefault="00713A63">
            <w:r w:rsidRPr="00C45A6D">
              <w:t>Предметы,</w:t>
            </w:r>
          </w:p>
          <w:p w:rsidR="00713A63" w:rsidRPr="00C45A6D" w:rsidRDefault="00713A63">
            <w:r w:rsidRPr="00C45A6D">
              <w:t>которые</w:t>
            </w:r>
          </w:p>
          <w:p w:rsidR="00713A63" w:rsidRPr="00C45A6D" w:rsidRDefault="00713A63">
            <w:r w:rsidRPr="00C45A6D">
              <w:t>хотели бы  изучать</w:t>
            </w:r>
          </w:p>
          <w:p w:rsidR="00713A63" w:rsidRPr="00C45A6D" w:rsidRDefault="00713A63">
            <w:r w:rsidRPr="00C45A6D">
              <w:t>дополнительно</w:t>
            </w:r>
          </w:p>
          <w:p w:rsidR="00713A63" w:rsidRPr="00C45A6D" w:rsidRDefault="00713A63"/>
        </w:tc>
        <w:tc>
          <w:tcPr>
            <w:tcW w:w="2682" w:type="dxa"/>
          </w:tcPr>
          <w:p w:rsidR="00713A63" w:rsidRPr="00C45A6D" w:rsidRDefault="00713A63"/>
        </w:tc>
        <w:tc>
          <w:tcPr>
            <w:tcW w:w="2694" w:type="dxa"/>
          </w:tcPr>
          <w:p w:rsidR="00713A63" w:rsidRPr="00C45A6D" w:rsidRDefault="00713A63"/>
        </w:tc>
        <w:tc>
          <w:tcPr>
            <w:tcW w:w="2733" w:type="dxa"/>
          </w:tcPr>
          <w:p w:rsidR="00713A63" w:rsidRPr="00C45A6D" w:rsidRDefault="00713A63"/>
        </w:tc>
      </w:tr>
    </w:tbl>
    <w:p w:rsidR="00713A63" w:rsidRPr="00C45A6D" w:rsidRDefault="00713A63"/>
    <w:p w:rsidR="00713A63" w:rsidRPr="00C45A6D" w:rsidRDefault="00713A63">
      <w:pPr>
        <w:pStyle w:val="BodyText"/>
        <w:rPr>
          <w:i w:val="0"/>
          <w:iCs w:val="0"/>
          <w:sz w:val="24"/>
        </w:rPr>
      </w:pPr>
    </w:p>
    <w:p w:rsidR="00713A63" w:rsidRPr="00C45A6D" w:rsidRDefault="00713A63">
      <w:pPr>
        <w:pStyle w:val="BodyText"/>
        <w:rPr>
          <w:i w:val="0"/>
          <w:iCs w:val="0"/>
          <w:sz w:val="24"/>
        </w:rPr>
      </w:pPr>
    </w:p>
    <w:p w:rsidR="00713A63" w:rsidRPr="00C45A6D" w:rsidRDefault="00713A63">
      <w:pPr>
        <w:pStyle w:val="BodyText"/>
        <w:rPr>
          <w:b/>
          <w:sz w:val="24"/>
        </w:rPr>
      </w:pPr>
      <w:r w:rsidRPr="00C45A6D">
        <w:rPr>
          <w:b/>
          <w:i w:val="0"/>
          <w:iCs w:val="0"/>
          <w:sz w:val="24"/>
        </w:rPr>
        <w:t>ОКАЗАНИЕ ПОМОЩИ В УЧЕБЕ СО СТОРОНЫ  РОДИТЕЛЕЙ</w:t>
      </w:r>
    </w:p>
    <w:p w:rsidR="00713A63" w:rsidRPr="00C45A6D" w:rsidRDefault="00713A63">
      <w:pPr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8"/>
        <w:gridCol w:w="2970"/>
        <w:gridCol w:w="2898"/>
      </w:tblGrid>
      <w:tr w:rsidR="00713A63" w:rsidRPr="00C45A6D">
        <w:tc>
          <w:tcPr>
            <w:tcW w:w="4248" w:type="dxa"/>
          </w:tcPr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Параметры</w:t>
            </w:r>
          </w:p>
        </w:tc>
        <w:tc>
          <w:tcPr>
            <w:tcW w:w="2970" w:type="dxa"/>
          </w:tcPr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Мнение</w:t>
            </w:r>
          </w:p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ученика</w:t>
            </w:r>
          </w:p>
        </w:tc>
        <w:tc>
          <w:tcPr>
            <w:tcW w:w="2898" w:type="dxa"/>
          </w:tcPr>
          <w:p w:rsidR="00713A63" w:rsidRPr="00C45A6D" w:rsidRDefault="00713A63">
            <w:pPr>
              <w:rPr>
                <w:b/>
                <w:bCs/>
              </w:rPr>
            </w:pPr>
            <w:r w:rsidRPr="00C45A6D">
              <w:rPr>
                <w:b/>
                <w:bCs/>
              </w:rPr>
              <w:t>Мнение родителей</w:t>
            </w:r>
          </w:p>
        </w:tc>
      </w:tr>
      <w:tr w:rsidR="00713A63" w:rsidRPr="00C45A6D">
        <w:tc>
          <w:tcPr>
            <w:tcW w:w="4248" w:type="dxa"/>
          </w:tcPr>
          <w:p w:rsidR="00713A63" w:rsidRPr="00C45A6D" w:rsidRDefault="00713A63">
            <w:r w:rsidRPr="00C45A6D">
              <w:t>Полностью</w:t>
            </w:r>
          </w:p>
          <w:p w:rsidR="00713A63" w:rsidRPr="00C45A6D" w:rsidRDefault="00713A63">
            <w:r w:rsidRPr="00C45A6D">
              <w:t>Самостоятелен</w:t>
            </w:r>
          </w:p>
          <w:p w:rsidR="00713A63" w:rsidRPr="00C45A6D" w:rsidRDefault="00713A63"/>
          <w:p w:rsidR="00713A63" w:rsidRPr="00C45A6D" w:rsidRDefault="00713A63"/>
          <w:p w:rsidR="00713A63" w:rsidRPr="00C45A6D" w:rsidRDefault="00713A63"/>
          <w:p w:rsidR="00713A63" w:rsidRPr="00C45A6D" w:rsidRDefault="00713A63"/>
        </w:tc>
        <w:tc>
          <w:tcPr>
            <w:tcW w:w="2970" w:type="dxa"/>
          </w:tcPr>
          <w:p w:rsidR="00713A63" w:rsidRPr="00C45A6D" w:rsidRDefault="00713A63">
            <w:pPr>
              <w:rPr>
                <w:i/>
                <w:iCs/>
              </w:rPr>
            </w:pPr>
          </w:p>
        </w:tc>
        <w:tc>
          <w:tcPr>
            <w:tcW w:w="2898" w:type="dxa"/>
          </w:tcPr>
          <w:p w:rsidR="00713A63" w:rsidRPr="00C45A6D" w:rsidRDefault="00713A63">
            <w:pPr>
              <w:rPr>
                <w:i/>
                <w:iCs/>
              </w:rPr>
            </w:pPr>
          </w:p>
        </w:tc>
      </w:tr>
      <w:tr w:rsidR="00713A63" w:rsidRPr="00C45A6D">
        <w:tc>
          <w:tcPr>
            <w:tcW w:w="4248" w:type="dxa"/>
          </w:tcPr>
          <w:p w:rsidR="00713A63" w:rsidRPr="00C45A6D" w:rsidRDefault="00713A63">
            <w:r w:rsidRPr="00C45A6D">
              <w:t>Оказывается</w:t>
            </w:r>
          </w:p>
          <w:p w:rsidR="00713A63" w:rsidRPr="00C45A6D" w:rsidRDefault="00713A63">
            <w:r w:rsidRPr="00C45A6D">
              <w:t>эпизодическая</w:t>
            </w:r>
          </w:p>
          <w:p w:rsidR="00713A63" w:rsidRPr="00C45A6D" w:rsidRDefault="00713A63">
            <w:r w:rsidRPr="00C45A6D">
              <w:t>помощь</w:t>
            </w:r>
          </w:p>
          <w:p w:rsidR="00713A63" w:rsidRPr="00C45A6D" w:rsidRDefault="00713A63">
            <w:r w:rsidRPr="00C45A6D">
              <w:t>(указать, по каким)</w:t>
            </w:r>
          </w:p>
          <w:p w:rsidR="00713A63" w:rsidRPr="00C45A6D" w:rsidRDefault="00713A63"/>
          <w:p w:rsidR="00713A63" w:rsidRPr="00C45A6D" w:rsidRDefault="00713A63"/>
        </w:tc>
        <w:tc>
          <w:tcPr>
            <w:tcW w:w="2970" w:type="dxa"/>
          </w:tcPr>
          <w:p w:rsidR="00713A63" w:rsidRPr="00C45A6D" w:rsidRDefault="00713A63">
            <w:pPr>
              <w:rPr>
                <w:i/>
                <w:iCs/>
              </w:rPr>
            </w:pPr>
          </w:p>
        </w:tc>
        <w:tc>
          <w:tcPr>
            <w:tcW w:w="2898" w:type="dxa"/>
          </w:tcPr>
          <w:p w:rsidR="00713A63" w:rsidRPr="00C45A6D" w:rsidRDefault="00713A63">
            <w:pPr>
              <w:rPr>
                <w:i/>
                <w:iCs/>
              </w:rPr>
            </w:pPr>
          </w:p>
        </w:tc>
      </w:tr>
      <w:tr w:rsidR="00713A63" w:rsidRPr="00C45A6D">
        <w:tc>
          <w:tcPr>
            <w:tcW w:w="4248" w:type="dxa"/>
          </w:tcPr>
          <w:p w:rsidR="00713A63" w:rsidRPr="00C45A6D" w:rsidRDefault="00713A63">
            <w:r w:rsidRPr="00C45A6D">
              <w:t>Оказывается</w:t>
            </w:r>
          </w:p>
          <w:p w:rsidR="00713A63" w:rsidRPr="00C45A6D" w:rsidRDefault="00713A63">
            <w:r w:rsidRPr="00C45A6D">
              <w:t>постоянная</w:t>
            </w:r>
          </w:p>
          <w:p w:rsidR="00713A63" w:rsidRPr="00C45A6D" w:rsidRDefault="00713A63">
            <w:r w:rsidRPr="00C45A6D">
              <w:t xml:space="preserve"> помощь</w:t>
            </w:r>
          </w:p>
          <w:p w:rsidR="00713A63" w:rsidRPr="00C45A6D" w:rsidRDefault="00713A63"/>
          <w:p w:rsidR="00713A63" w:rsidRPr="00C45A6D" w:rsidRDefault="00713A63"/>
          <w:p w:rsidR="00713A63" w:rsidRPr="00C45A6D" w:rsidRDefault="00713A63"/>
        </w:tc>
        <w:tc>
          <w:tcPr>
            <w:tcW w:w="2970" w:type="dxa"/>
          </w:tcPr>
          <w:p w:rsidR="00713A63" w:rsidRPr="00C45A6D" w:rsidRDefault="00713A63">
            <w:pPr>
              <w:rPr>
                <w:i/>
                <w:iCs/>
              </w:rPr>
            </w:pPr>
          </w:p>
        </w:tc>
        <w:tc>
          <w:tcPr>
            <w:tcW w:w="2898" w:type="dxa"/>
          </w:tcPr>
          <w:p w:rsidR="00713A63" w:rsidRPr="00C45A6D" w:rsidRDefault="00713A63">
            <w:pPr>
              <w:rPr>
                <w:i/>
                <w:iCs/>
              </w:rPr>
            </w:pPr>
          </w:p>
        </w:tc>
      </w:tr>
    </w:tbl>
    <w:p w:rsidR="00713A63" w:rsidRPr="00C45A6D" w:rsidRDefault="00713A63"/>
    <w:p w:rsidR="00713A63" w:rsidRDefault="00713A63">
      <w:pPr>
        <w:pStyle w:val="Title"/>
        <w:rPr>
          <w:sz w:val="28"/>
        </w:rPr>
      </w:pPr>
    </w:p>
    <w:p w:rsidR="00713A63" w:rsidRDefault="00713A63">
      <w:pPr>
        <w:pStyle w:val="Title"/>
        <w:rPr>
          <w:sz w:val="28"/>
        </w:rPr>
      </w:pPr>
    </w:p>
    <w:p w:rsidR="00713A63" w:rsidRDefault="00713A63">
      <w:pPr>
        <w:pStyle w:val="Title"/>
        <w:rPr>
          <w:sz w:val="28"/>
        </w:rPr>
      </w:pPr>
    </w:p>
    <w:p w:rsidR="00713A63" w:rsidRDefault="00713A63">
      <w:pPr>
        <w:pStyle w:val="Title"/>
        <w:rPr>
          <w:sz w:val="28"/>
        </w:rPr>
      </w:pPr>
    </w:p>
    <w:p w:rsidR="00713A63" w:rsidRDefault="00713A63">
      <w:pPr>
        <w:pStyle w:val="Title"/>
        <w:rPr>
          <w:sz w:val="28"/>
        </w:rPr>
      </w:pPr>
    </w:p>
    <w:p w:rsidR="00713A63" w:rsidRDefault="00713A63">
      <w:pPr>
        <w:pStyle w:val="Title"/>
        <w:rPr>
          <w:sz w:val="28"/>
        </w:rPr>
      </w:pPr>
    </w:p>
    <w:p w:rsidR="00713A63" w:rsidRPr="001D432E" w:rsidRDefault="00713A63">
      <w:pPr>
        <w:pStyle w:val="Title"/>
        <w:rPr>
          <w:i w:val="0"/>
          <w:sz w:val="24"/>
        </w:rPr>
      </w:pPr>
      <w:r w:rsidRPr="001D432E">
        <w:rPr>
          <w:i w:val="0"/>
          <w:sz w:val="24"/>
        </w:rPr>
        <w:t>ТЕКУЩИЙ КОНТРОЛЬ</w:t>
      </w:r>
    </w:p>
    <w:p w:rsidR="00713A63" w:rsidRPr="001D432E" w:rsidRDefault="00713A63">
      <w:pPr>
        <w:jc w:val="center"/>
        <w:rPr>
          <w:b/>
          <w:bCs/>
          <w:iCs/>
        </w:rPr>
      </w:pPr>
      <w:r w:rsidRPr="001D432E">
        <w:rPr>
          <w:b/>
          <w:bCs/>
          <w:iCs/>
        </w:rPr>
        <w:t>поведения учащегося _________________________________</w:t>
      </w:r>
    </w:p>
    <w:p w:rsidR="00713A63" w:rsidRPr="001D432E" w:rsidRDefault="00713A63">
      <w:pPr>
        <w:jc w:val="center"/>
        <w:rPr>
          <w:b/>
          <w:bCs/>
          <w:iCs/>
        </w:rPr>
      </w:pPr>
      <w:r w:rsidRPr="001D432E">
        <w:rPr>
          <w:b/>
          <w:bCs/>
          <w:iCs/>
        </w:rPr>
        <w:t xml:space="preserve"> </w:t>
      </w:r>
      <w:r w:rsidRPr="001D432E">
        <w:rPr>
          <w:b/>
          <w:bCs/>
          <w:iCs/>
          <w:vertAlign w:val="superscript"/>
        </w:rPr>
        <w:tab/>
      </w:r>
      <w:r w:rsidRPr="001D432E">
        <w:rPr>
          <w:b/>
          <w:bCs/>
          <w:iCs/>
          <w:vertAlign w:val="superscript"/>
        </w:rPr>
        <w:tab/>
      </w:r>
      <w:r w:rsidRPr="001D432E">
        <w:rPr>
          <w:b/>
          <w:bCs/>
          <w:iCs/>
          <w:vertAlign w:val="superscript"/>
        </w:rPr>
        <w:tab/>
      </w:r>
      <w:r w:rsidRPr="001D432E">
        <w:rPr>
          <w:b/>
          <w:bCs/>
          <w:iCs/>
          <w:vertAlign w:val="superscript"/>
        </w:rPr>
        <w:tab/>
        <w:t>(ФИО)</w:t>
      </w:r>
    </w:p>
    <w:p w:rsidR="00713A63" w:rsidRPr="001D432E" w:rsidRDefault="00713A63">
      <w:pPr>
        <w:jc w:val="center"/>
        <w:rPr>
          <w:b/>
          <w:bCs/>
          <w:iCs/>
        </w:rPr>
      </w:pPr>
      <w:r w:rsidRPr="001D432E">
        <w:rPr>
          <w:b/>
          <w:bCs/>
          <w:iCs/>
        </w:rPr>
        <w:t>в 201__ - 201__ учебном году.</w:t>
      </w:r>
    </w:p>
    <w:p w:rsidR="00713A63" w:rsidRPr="001D432E" w:rsidRDefault="00713A63">
      <w:pPr>
        <w:jc w:val="center"/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2497"/>
        <w:gridCol w:w="3462"/>
        <w:gridCol w:w="2879"/>
      </w:tblGrid>
      <w:tr w:rsidR="00713A63" w:rsidRPr="00C45A6D">
        <w:tc>
          <w:tcPr>
            <w:tcW w:w="1728" w:type="dxa"/>
          </w:tcPr>
          <w:p w:rsidR="00713A63" w:rsidRPr="00C45A6D" w:rsidRDefault="00713A63">
            <w:pPr>
              <w:pStyle w:val="Heading1"/>
              <w:jc w:val="center"/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</w:pPr>
            <w:r w:rsidRPr="00C45A6D"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  <w:t>Дата</w:t>
            </w:r>
          </w:p>
        </w:tc>
        <w:tc>
          <w:tcPr>
            <w:tcW w:w="2497" w:type="dxa"/>
          </w:tcPr>
          <w:p w:rsidR="00713A63" w:rsidRPr="00C45A6D" w:rsidRDefault="00713A63">
            <w:pPr>
              <w:pStyle w:val="Heading1"/>
              <w:jc w:val="center"/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</w:pPr>
            <w:r w:rsidRPr="00C45A6D"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3462" w:type="dxa"/>
          </w:tcPr>
          <w:p w:rsidR="00713A63" w:rsidRPr="00C45A6D" w:rsidRDefault="00713A63">
            <w:pPr>
              <w:pStyle w:val="Heading1"/>
              <w:jc w:val="center"/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</w:pPr>
            <w:r w:rsidRPr="00C45A6D"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  <w:t>Проблема</w:t>
            </w:r>
          </w:p>
        </w:tc>
        <w:tc>
          <w:tcPr>
            <w:tcW w:w="2879" w:type="dxa"/>
          </w:tcPr>
          <w:p w:rsidR="00713A63" w:rsidRPr="00C45A6D" w:rsidRDefault="00713A63">
            <w:pPr>
              <w:pStyle w:val="Heading1"/>
              <w:jc w:val="center"/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</w:pPr>
            <w:r w:rsidRPr="00C45A6D"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  <w:t>Принятые меры</w:t>
            </w:r>
          </w:p>
        </w:tc>
      </w:tr>
      <w:tr w:rsidR="00713A63" w:rsidRPr="00C45A6D"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</w:tc>
      </w:tr>
      <w:tr w:rsidR="00713A63" w:rsidRPr="00C45A6D"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</w:tc>
      </w:tr>
      <w:tr w:rsidR="00713A63" w:rsidRPr="00C45A6D">
        <w:tc>
          <w:tcPr>
            <w:tcW w:w="1728" w:type="dxa"/>
          </w:tcPr>
          <w:p w:rsidR="00713A63" w:rsidRPr="00C45A6D" w:rsidRDefault="00713A63"/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  <w:tr w:rsidR="00713A63" w:rsidRPr="00C45A6D">
        <w:trPr>
          <w:trHeight w:val="379"/>
        </w:trPr>
        <w:tc>
          <w:tcPr>
            <w:tcW w:w="1728" w:type="dxa"/>
          </w:tcPr>
          <w:p w:rsidR="00713A63" w:rsidRPr="00C45A6D" w:rsidRDefault="00713A63"/>
        </w:tc>
        <w:tc>
          <w:tcPr>
            <w:tcW w:w="2497" w:type="dxa"/>
          </w:tcPr>
          <w:p w:rsidR="00713A63" w:rsidRPr="00C45A6D" w:rsidRDefault="00713A63"/>
        </w:tc>
        <w:tc>
          <w:tcPr>
            <w:tcW w:w="3462" w:type="dxa"/>
          </w:tcPr>
          <w:p w:rsidR="00713A63" w:rsidRPr="00C45A6D" w:rsidRDefault="00713A63"/>
        </w:tc>
        <w:tc>
          <w:tcPr>
            <w:tcW w:w="2879" w:type="dxa"/>
          </w:tcPr>
          <w:p w:rsidR="00713A63" w:rsidRPr="00C45A6D" w:rsidRDefault="00713A63"/>
          <w:p w:rsidR="00713A63" w:rsidRPr="00C45A6D" w:rsidRDefault="00713A63"/>
        </w:tc>
      </w:tr>
    </w:tbl>
    <w:p w:rsidR="00713A63" w:rsidRPr="00C45A6D" w:rsidRDefault="00713A63" w:rsidP="00D46EC3">
      <w:pPr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Default="00713A63" w:rsidP="00D46EC3">
      <w:pPr>
        <w:jc w:val="center"/>
        <w:rPr>
          <w:b/>
          <w:i/>
        </w:rPr>
      </w:pPr>
    </w:p>
    <w:p w:rsidR="00713A63" w:rsidRPr="00C45A6D" w:rsidRDefault="00713A63" w:rsidP="00756C2A">
      <w:pPr>
        <w:rPr>
          <w:b/>
          <w:i/>
        </w:rPr>
      </w:pPr>
    </w:p>
    <w:p w:rsidR="00713A63" w:rsidRPr="00C45A6D" w:rsidRDefault="00713A63" w:rsidP="00756C2A">
      <w:pPr>
        <w:rPr>
          <w:b/>
          <w:i/>
        </w:rPr>
      </w:pPr>
    </w:p>
    <w:p w:rsidR="00713A63" w:rsidRPr="001D432E" w:rsidRDefault="00713A63" w:rsidP="00D46EC3">
      <w:pPr>
        <w:jc w:val="center"/>
        <w:rPr>
          <w:b/>
        </w:rPr>
      </w:pPr>
      <w:r w:rsidRPr="001D432E">
        <w:rPr>
          <w:b/>
        </w:rPr>
        <w:t>УЧЕТ ПОСЕЩАЕМОСТИ</w:t>
      </w:r>
    </w:p>
    <w:p w:rsidR="00713A63" w:rsidRPr="00C45A6D" w:rsidRDefault="00713A63">
      <w:r w:rsidRPr="00C45A6D">
        <w:rPr>
          <w:b/>
          <w:i/>
        </w:rPr>
        <w:tab/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710"/>
        <w:gridCol w:w="984"/>
        <w:gridCol w:w="1098"/>
        <w:gridCol w:w="1099"/>
        <w:gridCol w:w="1099"/>
        <w:gridCol w:w="1099"/>
        <w:gridCol w:w="1098"/>
        <w:gridCol w:w="1099"/>
        <w:gridCol w:w="1099"/>
        <w:gridCol w:w="1099"/>
      </w:tblGrid>
      <w:tr w:rsidR="00713A63" w:rsidRPr="00C45A6D" w:rsidTr="003C64E6">
        <w:tc>
          <w:tcPr>
            <w:tcW w:w="709" w:type="dxa"/>
            <w:gridSpan w:val="2"/>
            <w:vMerge w:val="restart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 xml:space="preserve">Класс </w:t>
            </w:r>
          </w:p>
        </w:tc>
        <w:tc>
          <w:tcPr>
            <w:tcW w:w="983" w:type="dxa"/>
            <w:vMerge w:val="restart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Всего</w:t>
            </w:r>
          </w:p>
          <w:p w:rsidR="00713A63" w:rsidRPr="003C64E6" w:rsidRDefault="00713A63" w:rsidP="003C64E6">
            <w:pPr>
              <w:jc w:val="center"/>
              <w:rPr>
                <w:b/>
                <w:lang w:val="en-US"/>
              </w:rPr>
            </w:pPr>
            <w:r w:rsidRPr="003C64E6">
              <w:rPr>
                <w:b/>
              </w:rPr>
              <w:t>пропусков</w:t>
            </w:r>
          </w:p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за год</w:t>
            </w:r>
          </w:p>
        </w:tc>
        <w:tc>
          <w:tcPr>
            <w:tcW w:w="2199" w:type="dxa"/>
            <w:gridSpan w:val="2"/>
          </w:tcPr>
          <w:p w:rsidR="00713A63" w:rsidRPr="003C64E6" w:rsidRDefault="00713A63" w:rsidP="003C64E6">
            <w:pPr>
              <w:jc w:val="center"/>
              <w:rPr>
                <w:b/>
                <w:lang w:val="en-US"/>
              </w:rPr>
            </w:pPr>
            <w:r w:rsidRPr="003C64E6">
              <w:rPr>
                <w:b/>
                <w:lang w:val="en-US"/>
              </w:rPr>
              <w:t>I</w:t>
            </w:r>
            <w:r w:rsidRPr="003C64E6">
              <w:rPr>
                <w:b/>
              </w:rPr>
              <w:t xml:space="preserve"> четверть</w:t>
            </w:r>
          </w:p>
        </w:tc>
        <w:tc>
          <w:tcPr>
            <w:tcW w:w="2200" w:type="dxa"/>
            <w:gridSpan w:val="2"/>
          </w:tcPr>
          <w:p w:rsidR="00713A63" w:rsidRPr="003C64E6" w:rsidRDefault="00713A63" w:rsidP="003C64E6">
            <w:pPr>
              <w:jc w:val="center"/>
              <w:rPr>
                <w:b/>
                <w:lang w:val="en-US"/>
              </w:rPr>
            </w:pPr>
            <w:r w:rsidRPr="003C64E6">
              <w:rPr>
                <w:b/>
                <w:lang w:val="en-US"/>
              </w:rPr>
              <w:t>II</w:t>
            </w:r>
            <w:r w:rsidRPr="003C64E6">
              <w:rPr>
                <w:b/>
              </w:rPr>
              <w:t xml:space="preserve"> четверть</w:t>
            </w:r>
          </w:p>
        </w:tc>
        <w:tc>
          <w:tcPr>
            <w:tcW w:w="2199" w:type="dxa"/>
            <w:gridSpan w:val="2"/>
          </w:tcPr>
          <w:p w:rsidR="00713A63" w:rsidRPr="003C64E6" w:rsidRDefault="00713A63" w:rsidP="003C64E6">
            <w:pPr>
              <w:jc w:val="center"/>
              <w:rPr>
                <w:b/>
                <w:lang w:val="en-US"/>
              </w:rPr>
            </w:pPr>
            <w:r w:rsidRPr="003C64E6">
              <w:rPr>
                <w:b/>
                <w:lang w:val="en-US"/>
              </w:rPr>
              <w:t>III</w:t>
            </w:r>
            <w:r w:rsidRPr="003C64E6">
              <w:rPr>
                <w:b/>
              </w:rPr>
              <w:t xml:space="preserve"> четверть</w:t>
            </w:r>
          </w:p>
        </w:tc>
        <w:tc>
          <w:tcPr>
            <w:tcW w:w="2200" w:type="dxa"/>
            <w:gridSpan w:val="2"/>
          </w:tcPr>
          <w:p w:rsidR="00713A63" w:rsidRPr="003C64E6" w:rsidRDefault="00713A63" w:rsidP="003C64E6">
            <w:pPr>
              <w:jc w:val="center"/>
              <w:rPr>
                <w:b/>
                <w:lang w:val="en-US"/>
              </w:rPr>
            </w:pPr>
            <w:r w:rsidRPr="003C64E6">
              <w:rPr>
                <w:b/>
                <w:lang w:val="en-US"/>
              </w:rPr>
              <w:t>IV</w:t>
            </w:r>
            <w:r w:rsidRPr="003C64E6">
              <w:rPr>
                <w:b/>
              </w:rPr>
              <w:t xml:space="preserve"> четверть</w:t>
            </w:r>
          </w:p>
        </w:tc>
      </w:tr>
      <w:tr w:rsidR="00713A63" w:rsidRPr="00C45A6D" w:rsidTr="003C64E6">
        <w:tc>
          <w:tcPr>
            <w:tcW w:w="709" w:type="dxa"/>
            <w:gridSpan w:val="2"/>
            <w:vMerge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</w:p>
        </w:tc>
        <w:tc>
          <w:tcPr>
            <w:tcW w:w="983" w:type="dxa"/>
            <w:vMerge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по болезни</w:t>
            </w: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без причины</w:t>
            </w: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по болезни</w:t>
            </w: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без причины</w:t>
            </w: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по болезни</w:t>
            </w: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без</w:t>
            </w:r>
          </w:p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причины</w:t>
            </w: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по</w:t>
            </w:r>
          </w:p>
          <w:p w:rsidR="00713A63" w:rsidRPr="003C64E6" w:rsidRDefault="00713A63" w:rsidP="009E15CE">
            <w:pPr>
              <w:rPr>
                <w:b/>
              </w:rPr>
            </w:pPr>
            <w:r w:rsidRPr="003C64E6">
              <w:rPr>
                <w:b/>
              </w:rPr>
              <w:t>болезни</w:t>
            </w: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center"/>
              <w:rPr>
                <w:b/>
              </w:rPr>
            </w:pPr>
            <w:r w:rsidRPr="003C64E6">
              <w:rPr>
                <w:b/>
              </w:rPr>
              <w:t>без причины</w:t>
            </w:r>
          </w:p>
        </w:tc>
      </w:tr>
      <w:tr w:rsidR="00713A63" w:rsidRPr="00C45A6D" w:rsidTr="003C64E6">
        <w:tc>
          <w:tcPr>
            <w:tcW w:w="709" w:type="dxa"/>
            <w:gridSpan w:val="2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trHeight w:val="283"/>
        </w:trPr>
        <w:tc>
          <w:tcPr>
            <w:tcW w:w="709" w:type="dxa"/>
            <w:gridSpan w:val="2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trHeight w:val="283"/>
        </w:trPr>
        <w:tc>
          <w:tcPr>
            <w:tcW w:w="709" w:type="dxa"/>
            <w:gridSpan w:val="2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  <w:tr w:rsidR="00713A63" w:rsidRPr="00C45A6D" w:rsidTr="003C64E6">
        <w:trPr>
          <w:gridBefore w:val="1"/>
          <w:trHeight w:val="283"/>
        </w:trPr>
        <w:tc>
          <w:tcPr>
            <w:tcW w:w="70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983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  <w:tc>
          <w:tcPr>
            <w:tcW w:w="1100" w:type="dxa"/>
          </w:tcPr>
          <w:p w:rsidR="00713A63" w:rsidRPr="003C64E6" w:rsidRDefault="00713A63" w:rsidP="003C64E6">
            <w:pPr>
              <w:jc w:val="both"/>
              <w:rPr>
                <w:b/>
                <w:i/>
              </w:rPr>
            </w:pPr>
          </w:p>
        </w:tc>
      </w:tr>
    </w:tbl>
    <w:p w:rsidR="00713A63" w:rsidRPr="00C45A6D" w:rsidRDefault="00713A63"/>
    <w:p w:rsidR="00713A63" w:rsidRPr="00C45A6D" w:rsidRDefault="00713A63"/>
    <w:p w:rsidR="00713A63" w:rsidRPr="00C45A6D" w:rsidRDefault="00713A63"/>
    <w:p w:rsidR="00713A63" w:rsidRPr="00C45A6D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756C2A">
      <w:pPr>
        <w:jc w:val="center"/>
        <w:rPr>
          <w:b/>
          <w:bCs/>
          <w:color w:val="000000"/>
          <w:spacing w:val="-9"/>
        </w:rPr>
      </w:pPr>
    </w:p>
    <w:p w:rsidR="00713A63" w:rsidRDefault="00713A63" w:rsidP="00F778C5">
      <w:pPr>
        <w:pStyle w:val="HTMLPreformatted"/>
        <w:rPr>
          <w:rStyle w:val="Strong"/>
          <w:rFonts w:ascii="Times New Roman" w:hAnsi="Times New Roman"/>
          <w:bCs/>
        </w:rPr>
      </w:pPr>
    </w:p>
    <w:tbl>
      <w:tblPr>
        <w:tblW w:w="0" w:type="auto"/>
        <w:tblLook w:val="00A0"/>
      </w:tblPr>
      <w:tblGrid>
        <w:gridCol w:w="5210"/>
        <w:gridCol w:w="5210"/>
      </w:tblGrid>
      <w:tr w:rsidR="00713A63" w:rsidTr="00E73918">
        <w:tc>
          <w:tcPr>
            <w:tcW w:w="5210" w:type="dxa"/>
          </w:tcPr>
          <w:p w:rsidR="00713A63" w:rsidRPr="00720A33" w:rsidRDefault="00713A63" w:rsidP="00E73918">
            <w:pPr>
              <w:pStyle w:val="HTMLPreformatted"/>
              <w:rPr>
                <w:rStyle w:val="Strong"/>
                <w:rFonts w:ascii="Times New Roman" w:hAnsi="Times New Roman"/>
                <w:bCs/>
              </w:rPr>
            </w:pPr>
            <w:r w:rsidRPr="00720A33">
              <w:rPr>
                <w:rStyle w:val="Strong"/>
                <w:rFonts w:ascii="Times New Roman" w:hAnsi="Times New Roman"/>
                <w:bCs/>
              </w:rPr>
              <w:t>Согласовано</w:t>
            </w:r>
          </w:p>
          <w:p w:rsidR="00713A63" w:rsidRPr="00720A33" w:rsidRDefault="00713A63" w:rsidP="00E73918">
            <w:pPr>
              <w:pStyle w:val="HTMLPreformatted"/>
              <w:rPr>
                <w:rStyle w:val="Strong"/>
                <w:rFonts w:ascii="Times New Roman" w:hAnsi="Times New Roman"/>
                <w:bCs/>
              </w:rPr>
            </w:pPr>
            <w:r w:rsidRPr="00720A33">
              <w:rPr>
                <w:rStyle w:val="Strong"/>
                <w:rFonts w:ascii="Times New Roman" w:hAnsi="Times New Roman"/>
                <w:bCs/>
              </w:rPr>
              <w:t xml:space="preserve">Начальник </w:t>
            </w:r>
            <w:r>
              <w:rPr>
                <w:rStyle w:val="Strong"/>
                <w:rFonts w:ascii="Times New Roman" w:hAnsi="Times New Roman"/>
                <w:bCs/>
              </w:rPr>
              <w:t>МКУ «</w:t>
            </w:r>
            <w:r w:rsidRPr="00720A33">
              <w:rPr>
                <w:rStyle w:val="Strong"/>
                <w:rFonts w:ascii="Times New Roman" w:hAnsi="Times New Roman"/>
                <w:bCs/>
              </w:rPr>
              <w:t>Управлени</w:t>
            </w:r>
            <w:r>
              <w:rPr>
                <w:rStyle w:val="Strong"/>
                <w:rFonts w:ascii="Times New Roman" w:hAnsi="Times New Roman"/>
                <w:bCs/>
              </w:rPr>
              <w:t>е</w:t>
            </w:r>
            <w:r w:rsidRPr="00720A33">
              <w:rPr>
                <w:rStyle w:val="Strong"/>
                <w:rFonts w:ascii="Times New Roman" w:hAnsi="Times New Roman"/>
                <w:bCs/>
              </w:rPr>
              <w:t xml:space="preserve"> образования Исполнительного комитета Чистопольского муниципального района</w:t>
            </w:r>
            <w:r>
              <w:rPr>
                <w:rStyle w:val="Strong"/>
                <w:rFonts w:ascii="Times New Roman" w:hAnsi="Times New Roman"/>
                <w:bCs/>
              </w:rPr>
              <w:t xml:space="preserve"> РТ»</w:t>
            </w:r>
          </w:p>
          <w:p w:rsidR="00713A63" w:rsidRPr="00720A33" w:rsidRDefault="00713A63" w:rsidP="00E73918">
            <w:pPr>
              <w:pStyle w:val="HTMLPreformatted"/>
              <w:rPr>
                <w:rStyle w:val="Strong"/>
                <w:rFonts w:ascii="Times New Roman" w:hAnsi="Times New Roman"/>
                <w:bCs/>
              </w:rPr>
            </w:pPr>
            <w:r w:rsidRPr="00720A33">
              <w:rPr>
                <w:rStyle w:val="Strong"/>
                <w:rFonts w:ascii="Times New Roman" w:hAnsi="Times New Roman"/>
                <w:bCs/>
              </w:rPr>
              <w:t>Г.А. Набиуллин</w:t>
            </w:r>
          </w:p>
        </w:tc>
        <w:tc>
          <w:tcPr>
            <w:tcW w:w="5211" w:type="dxa"/>
          </w:tcPr>
          <w:p w:rsidR="00713A63" w:rsidRPr="00720A33" w:rsidRDefault="00713A63" w:rsidP="00E73918">
            <w:pPr>
              <w:pStyle w:val="HTMLPreformatted"/>
              <w:jc w:val="right"/>
              <w:rPr>
                <w:rStyle w:val="Strong"/>
                <w:rFonts w:ascii="Times New Roman" w:hAnsi="Times New Roman"/>
                <w:bCs/>
              </w:rPr>
            </w:pPr>
            <w:r w:rsidRPr="00720A33">
              <w:rPr>
                <w:rStyle w:val="Strong"/>
                <w:rFonts w:ascii="Times New Roman" w:hAnsi="Times New Roman"/>
                <w:bCs/>
              </w:rPr>
              <w:t>Утверждаю</w:t>
            </w:r>
          </w:p>
          <w:p w:rsidR="00713A63" w:rsidRPr="00720A33" w:rsidRDefault="00713A63" w:rsidP="00E73918">
            <w:pPr>
              <w:pStyle w:val="HTMLPreformatted"/>
              <w:jc w:val="right"/>
              <w:rPr>
                <w:rStyle w:val="Strong"/>
                <w:rFonts w:ascii="Times New Roman" w:hAnsi="Times New Roman"/>
                <w:bCs/>
              </w:rPr>
            </w:pPr>
            <w:r w:rsidRPr="00720A33">
              <w:rPr>
                <w:rStyle w:val="Strong"/>
                <w:rFonts w:ascii="Times New Roman" w:hAnsi="Times New Roman"/>
                <w:bCs/>
              </w:rPr>
              <w:t>Директор МБОУ «СОШ №5»</w:t>
            </w:r>
          </w:p>
          <w:p w:rsidR="00713A63" w:rsidRPr="00720A33" w:rsidRDefault="00713A63" w:rsidP="00E73918">
            <w:pPr>
              <w:pStyle w:val="HTMLPreformatted"/>
              <w:jc w:val="right"/>
              <w:rPr>
                <w:rStyle w:val="Strong"/>
                <w:rFonts w:ascii="Times New Roman" w:hAnsi="Times New Roman"/>
                <w:bCs/>
              </w:rPr>
            </w:pPr>
            <w:r w:rsidRPr="00720A33">
              <w:rPr>
                <w:rStyle w:val="Strong"/>
                <w:rFonts w:ascii="Times New Roman" w:hAnsi="Times New Roman"/>
                <w:bCs/>
              </w:rPr>
              <w:t>Л.В.Бакалдина</w:t>
            </w:r>
          </w:p>
        </w:tc>
      </w:tr>
    </w:tbl>
    <w:p w:rsidR="00713A63" w:rsidRDefault="00713A63" w:rsidP="00F778C5">
      <w:pPr>
        <w:pStyle w:val="HTMLPreformatted"/>
        <w:jc w:val="center"/>
        <w:rPr>
          <w:rStyle w:val="Strong"/>
          <w:rFonts w:ascii="Times New Roman" w:hAnsi="Times New Roman"/>
          <w:bCs/>
        </w:rPr>
      </w:pPr>
    </w:p>
    <w:p w:rsidR="00713A63" w:rsidRPr="002D5066" w:rsidRDefault="00713A63" w:rsidP="00F778C5">
      <w:pPr>
        <w:pStyle w:val="HTMLPreformatted"/>
        <w:jc w:val="center"/>
        <w:rPr>
          <w:rFonts w:ascii="Times New Roman" w:hAnsi="Times New Roman" w:cs="Times New Roman"/>
        </w:rPr>
      </w:pPr>
      <w:r w:rsidRPr="002D5066">
        <w:rPr>
          <w:rStyle w:val="Strong"/>
          <w:rFonts w:ascii="Times New Roman" w:hAnsi="Times New Roman"/>
          <w:bCs/>
        </w:rPr>
        <w:t>ПЛАН</w:t>
      </w:r>
      <w:r>
        <w:rPr>
          <w:rStyle w:val="Strong"/>
          <w:rFonts w:ascii="Times New Roman" w:hAnsi="Times New Roman"/>
          <w:bCs/>
        </w:rPr>
        <w:t xml:space="preserve"> </w:t>
      </w:r>
      <w:r w:rsidRPr="002D5066">
        <w:rPr>
          <w:rStyle w:val="Strong"/>
          <w:rFonts w:ascii="Times New Roman" w:hAnsi="Times New Roman"/>
          <w:bCs/>
        </w:rPr>
        <w:t>ИНДИВИДУАЛЬНОЙ ВОСПИТАТЕЛЬНО-ПРОФИЛАКТИЧЕСКОЙ РАБОТЫ</w:t>
      </w:r>
    </w:p>
    <w:p w:rsidR="00713A63" w:rsidRPr="002D5066" w:rsidRDefault="00713A63" w:rsidP="00F778C5">
      <w:pPr>
        <w:pStyle w:val="HTMLPreformatted"/>
        <w:jc w:val="both"/>
        <w:rPr>
          <w:rFonts w:ascii="Times New Roman" w:hAnsi="Times New Roman" w:cs="Times New Roman"/>
        </w:rPr>
      </w:pPr>
      <w:r w:rsidRPr="002D5066">
        <w:rPr>
          <w:rStyle w:val="Strong"/>
          <w:rFonts w:ascii="Times New Roman" w:hAnsi="Times New Roman"/>
          <w:bCs/>
        </w:rPr>
        <w:t> </w:t>
      </w:r>
    </w:p>
    <w:p w:rsidR="00713A63" w:rsidRPr="002D5066" w:rsidRDefault="00713A63" w:rsidP="00F778C5">
      <w:pPr>
        <w:pStyle w:val="HTMLPreformatted"/>
        <w:jc w:val="both"/>
        <w:rPr>
          <w:rFonts w:ascii="Times New Roman" w:hAnsi="Times New Roman" w:cs="Times New Roman"/>
        </w:rPr>
      </w:pPr>
      <w:r w:rsidRPr="002D5066">
        <w:rPr>
          <w:rFonts w:ascii="Times New Roman" w:hAnsi="Times New Roman" w:cs="Times New Roman"/>
        </w:rPr>
        <w:t>с обучающимся ---------- класса -----------------------------</w:t>
      </w:r>
      <w:r>
        <w:rPr>
          <w:rFonts w:ascii="Times New Roman" w:hAnsi="Times New Roman" w:cs="Times New Roman"/>
        </w:rPr>
        <w:t>-------------------------------------------------------------</w:t>
      </w:r>
      <w:r w:rsidRPr="002D5066">
        <w:rPr>
          <w:rFonts w:ascii="Times New Roman" w:hAnsi="Times New Roman" w:cs="Times New Roman"/>
        </w:rPr>
        <w:t>---------</w:t>
      </w:r>
    </w:p>
    <w:p w:rsidR="00713A63" w:rsidRPr="002D5066" w:rsidRDefault="00713A63" w:rsidP="00F778C5">
      <w:pPr>
        <w:pStyle w:val="HTMLPreformatted"/>
        <w:jc w:val="both"/>
        <w:rPr>
          <w:rFonts w:ascii="Times New Roman" w:hAnsi="Times New Roman" w:cs="Times New Roman"/>
        </w:rPr>
      </w:pPr>
      <w:r w:rsidRPr="002D5066">
        <w:rPr>
          <w:rFonts w:ascii="Times New Roman" w:hAnsi="Times New Roman" w:cs="Times New Roman"/>
        </w:rPr>
        <w:t>----------------------------------------------------------------------</w:t>
      </w:r>
      <w:r>
        <w:rPr>
          <w:rFonts w:ascii="Times New Roman" w:hAnsi="Times New Roman" w:cs="Times New Roman"/>
        </w:rPr>
        <w:t>---------------------------------------------------------------------</w:t>
      </w:r>
    </w:p>
    <w:p w:rsidR="00713A63" w:rsidRDefault="00713A63" w:rsidP="00F778C5">
      <w:pPr>
        <w:pStyle w:val="HTMLPreformatted"/>
        <w:jc w:val="both"/>
        <w:rPr>
          <w:rFonts w:ascii="Times New Roman" w:hAnsi="Times New Roman" w:cs="Times New Roman"/>
        </w:rPr>
      </w:pPr>
      <w:r w:rsidRPr="002D5066">
        <w:rPr>
          <w:rFonts w:ascii="Times New Roman" w:hAnsi="Times New Roman" w:cs="Times New Roman"/>
        </w:rPr>
        <w:t xml:space="preserve">       (название образовательного учреждения)</w:t>
      </w:r>
    </w:p>
    <w:p w:rsidR="00713A63" w:rsidRDefault="00713A63" w:rsidP="00F778C5">
      <w:pPr>
        <w:pStyle w:val="HTMLPreformatted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6"/>
        <w:gridCol w:w="4393"/>
        <w:gridCol w:w="2605"/>
        <w:gridCol w:w="2606"/>
      </w:tblGrid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 xml:space="preserve">N  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 xml:space="preserve">Основные виды деятельности                                                    </w:t>
            </w: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 xml:space="preserve">Срок                           </w:t>
            </w: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4" w:type="dxa"/>
            <w:gridSpan w:val="3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Взаимодействие со  специалистами и другими педагогами образовательного учреждения (психолог, социальный педагог, воспитатель и др.)</w:t>
            </w:r>
          </w:p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4" w:type="dxa"/>
            <w:gridSpan w:val="3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Учебно-воспитательная деятельность   (учителя-предметники,    педагоги дополнительного образования и др.)</w:t>
            </w: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rPr>
          <w:trHeight w:val="311"/>
        </w:trPr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4" w:type="dxa"/>
            <w:gridSpan w:val="3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Работа с семьей</w:t>
            </w: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4" w:type="dxa"/>
            <w:gridSpan w:val="3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Совместная деятельность  со  специалистами  других  учреждений и служб профилактики   (ОДН, опека   и   попечительство,   учреждения дополнительного    образования,    спорта,   культуры,   социозащитные учреждения и др.)</w:t>
            </w:r>
          </w:p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  <w:r w:rsidRPr="00720A33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3" w:rsidTr="00E73918">
        <w:tc>
          <w:tcPr>
            <w:tcW w:w="817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713A63" w:rsidRPr="00720A33" w:rsidRDefault="00713A63" w:rsidP="00E73918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3A63" w:rsidRPr="002D5066" w:rsidRDefault="00713A63" w:rsidP="00F778C5">
      <w:pPr>
        <w:pStyle w:val="HTMLPreformatted"/>
        <w:jc w:val="both"/>
        <w:rPr>
          <w:rFonts w:ascii="Times New Roman" w:hAnsi="Times New Roman" w:cs="Times New Roman"/>
        </w:rPr>
      </w:pPr>
    </w:p>
    <w:p w:rsidR="00713A63" w:rsidRPr="002D5066" w:rsidRDefault="00713A63" w:rsidP="00F778C5">
      <w:pPr>
        <w:pStyle w:val="HTMLPreformatted"/>
        <w:jc w:val="both"/>
        <w:rPr>
          <w:rFonts w:ascii="Times New Roman" w:hAnsi="Times New Roman" w:cs="Times New Roman"/>
        </w:rPr>
      </w:pPr>
      <w:r w:rsidRPr="002D5066">
        <w:rPr>
          <w:rFonts w:ascii="Times New Roman" w:hAnsi="Times New Roman" w:cs="Times New Roman"/>
        </w:rPr>
        <w:t>  </w:t>
      </w:r>
    </w:p>
    <w:p w:rsidR="00713A63" w:rsidRPr="002D5066" w:rsidRDefault="00713A63" w:rsidP="00F778C5">
      <w:pPr>
        <w:pStyle w:val="HTMLPreformatted"/>
        <w:jc w:val="right"/>
        <w:rPr>
          <w:rFonts w:ascii="Times New Roman" w:hAnsi="Times New Roman" w:cs="Times New Roman"/>
        </w:rPr>
      </w:pPr>
      <w:r w:rsidRPr="002D5066">
        <w:rPr>
          <w:rFonts w:ascii="Times New Roman" w:hAnsi="Times New Roman" w:cs="Times New Roman"/>
        </w:rPr>
        <w:t>Классный руководитель</w:t>
      </w:r>
    </w:p>
    <w:p w:rsidR="00713A63" w:rsidRDefault="00713A63" w:rsidP="00F778C5">
      <w:pPr>
        <w:jc w:val="right"/>
      </w:pPr>
      <w:r w:rsidRPr="002D5066">
        <w:t>"</w:t>
      </w:r>
      <w:r>
        <w:t>___</w:t>
      </w:r>
      <w:r w:rsidRPr="002D5066">
        <w:t xml:space="preserve">" </w:t>
      </w:r>
      <w:r>
        <w:t>________</w:t>
      </w:r>
      <w:r w:rsidRPr="002D5066">
        <w:t>20</w:t>
      </w:r>
      <w:r>
        <w:t>___</w:t>
      </w:r>
      <w:r w:rsidRPr="002D5066">
        <w:t xml:space="preserve"> г.</w:t>
      </w:r>
      <w:r w:rsidRPr="002D5066">
        <w:rPr>
          <w:rStyle w:val="Strong"/>
          <w:bCs/>
        </w:rPr>
        <w:t xml:space="preserve">  </w:t>
      </w:r>
    </w:p>
    <w:p w:rsidR="00713A63" w:rsidRDefault="00713A63" w:rsidP="00CD6EC9">
      <w:pPr>
        <w:pStyle w:val="BodyText2"/>
        <w:rPr>
          <w:sz w:val="24"/>
        </w:rPr>
      </w:pPr>
    </w:p>
    <w:p w:rsidR="00713A63" w:rsidRPr="00C45A6D" w:rsidRDefault="00713A63" w:rsidP="00CD6EC9">
      <w:pPr>
        <w:pStyle w:val="BodyText2"/>
        <w:rPr>
          <w:sz w:val="24"/>
        </w:rPr>
      </w:pPr>
      <w:r w:rsidRPr="00C45A6D">
        <w:rPr>
          <w:sz w:val="24"/>
        </w:rPr>
        <w:t>ПЕДАГОГИЧЕСКИЕ НАБЛЮДЕНИЯ И ВЫВОДЫ АДМИНИСТРАЦИИ ОБ ИНДИВИДУАЛЬНОЙ РАБОТЕ С УЧАЩИМСЯ</w:t>
      </w:r>
    </w:p>
    <w:p w:rsidR="00713A63" w:rsidRPr="00C45A6D" w:rsidRDefault="00713A63">
      <w:pPr>
        <w:jc w:val="center"/>
        <w:rPr>
          <w:b/>
          <w:bCs/>
          <w:i/>
          <w:iCs/>
        </w:rPr>
      </w:pPr>
    </w:p>
    <w:p w:rsidR="00713A63" w:rsidRPr="00C45A6D" w:rsidRDefault="00713A63">
      <w:pPr>
        <w:jc w:val="center"/>
        <w:rPr>
          <w:b/>
          <w:bCs/>
        </w:rPr>
      </w:pPr>
      <w:r w:rsidRPr="00C45A6D">
        <w:rPr>
          <w:b/>
          <w:bCs/>
        </w:rPr>
        <w:t>Какие изменения личностных качеств учащегося произошли за период обучения</w:t>
      </w:r>
    </w:p>
    <w:p w:rsidR="00713A63" w:rsidRPr="00C45A6D" w:rsidRDefault="00713A63">
      <w:pPr>
        <w:jc w:val="center"/>
        <w:rPr>
          <w:b/>
          <w:bCs/>
        </w:rPr>
      </w:pPr>
    </w:p>
    <w:p w:rsidR="00713A63" w:rsidRPr="00C45A6D" w:rsidRDefault="00713A63">
      <w:pPr>
        <w:jc w:val="both"/>
      </w:pPr>
      <w:r w:rsidRPr="00C45A6D">
        <w:rPr>
          <w:b/>
          <w:bCs/>
        </w:rPr>
        <w:t xml:space="preserve">___класс </w:t>
      </w:r>
      <w:r w:rsidRPr="00C45A6D">
        <w:t>______________________________________________</w:t>
      </w:r>
      <w:r>
        <w:t>______________________________</w:t>
      </w:r>
      <w:r w:rsidRPr="00C45A6D">
        <w:t xml:space="preserve"> ___________________________________________</w:t>
      </w:r>
      <w:r>
        <w:t>_________</w:t>
      </w:r>
      <w:r w:rsidRPr="00C45A6D">
        <w:t>______________</w:t>
      </w:r>
      <w:r w:rsidRPr="00C45A6D">
        <w:tab/>
        <w:t xml:space="preserve">        __________________________________________________________________                 __________________________________________________________________</w:t>
      </w:r>
      <w:r w:rsidRPr="00C45A6D">
        <w:tab/>
        <w:t xml:space="preserve">        __________________________________________________________________                 __________________________________________________________________</w:t>
      </w:r>
      <w:r w:rsidRPr="00C45A6D">
        <w:tab/>
        <w:t xml:space="preserve">        __________________________________________________________________</w:t>
      </w:r>
    </w:p>
    <w:p w:rsidR="00713A63" w:rsidRPr="00C45A6D" w:rsidRDefault="00713A63"/>
    <w:p w:rsidR="00713A63" w:rsidRPr="00C45A6D" w:rsidRDefault="00713A63">
      <w:pPr>
        <w:jc w:val="both"/>
      </w:pPr>
      <w:r w:rsidRPr="00C45A6D">
        <w:rPr>
          <w:b/>
          <w:bCs/>
        </w:rPr>
        <w:t>___класс____</w:t>
      </w:r>
      <w:r w:rsidRPr="00C45A6D">
        <w:t>______________________________________________________        __________________________________________________________________</w:t>
      </w:r>
      <w:r w:rsidRPr="00C45A6D">
        <w:tab/>
        <w:t xml:space="preserve">        __________________________________________________________________                  __________________________________________________________________</w:t>
      </w:r>
      <w:r w:rsidRPr="00C45A6D">
        <w:tab/>
        <w:t xml:space="preserve">        __________________________________________________________________                 __________________________________________________________________</w:t>
      </w:r>
      <w:r w:rsidRPr="00C45A6D">
        <w:tab/>
        <w:t xml:space="preserve">        __________________________________________________________________</w:t>
      </w:r>
    </w:p>
    <w:p w:rsidR="00713A63" w:rsidRPr="00C45A6D" w:rsidRDefault="00713A63"/>
    <w:p w:rsidR="00713A63" w:rsidRPr="00C45A6D" w:rsidRDefault="00713A63">
      <w:pPr>
        <w:jc w:val="both"/>
      </w:pPr>
      <w:r w:rsidRPr="00C45A6D">
        <w:rPr>
          <w:b/>
          <w:bCs/>
        </w:rPr>
        <w:t xml:space="preserve">___класс </w:t>
      </w:r>
      <w:r w:rsidRPr="00C45A6D">
        <w:t>_________________________________________________________</w:t>
      </w:r>
      <w:r w:rsidRPr="00C45A6D">
        <w:tab/>
        <w:t xml:space="preserve">        __________________________________________________________________</w:t>
      </w:r>
      <w:r w:rsidRPr="00C45A6D">
        <w:tab/>
        <w:t xml:space="preserve">        __________________________________________________________________               __________________________________________________________________</w:t>
      </w:r>
      <w:r w:rsidRPr="00C45A6D">
        <w:tab/>
        <w:t xml:space="preserve">        __________________________________________________________________                __________________________________________________________________</w:t>
      </w:r>
      <w:r w:rsidRPr="00C45A6D">
        <w:tab/>
        <w:t xml:space="preserve">        __________________________________________________________________</w:t>
      </w:r>
    </w:p>
    <w:p w:rsidR="00713A63" w:rsidRPr="00C45A6D" w:rsidRDefault="00713A63"/>
    <w:p w:rsidR="00713A63" w:rsidRPr="00C45A6D" w:rsidRDefault="00713A63" w:rsidP="00756C2A">
      <w:pPr>
        <w:jc w:val="both"/>
      </w:pPr>
      <w:r w:rsidRPr="00C45A6D">
        <w:rPr>
          <w:b/>
          <w:bCs/>
        </w:rPr>
        <w:t xml:space="preserve">___класс </w:t>
      </w:r>
      <w:r w:rsidRPr="00C45A6D">
        <w:t>_________________________________________________________</w:t>
      </w:r>
      <w:r w:rsidRPr="00C45A6D">
        <w:tab/>
        <w:t xml:space="preserve">        __________________________________________________________________</w:t>
      </w:r>
      <w:r w:rsidRPr="00C45A6D">
        <w:tab/>
        <w:t xml:space="preserve">        __________________________________________________________________                 __________________________________________________________________</w:t>
      </w:r>
      <w:r w:rsidRPr="00C45A6D">
        <w:tab/>
        <w:t xml:space="preserve">        __________________________________________________________________                 __________________________________________________________________</w:t>
      </w:r>
      <w:r w:rsidRPr="00C45A6D">
        <w:tab/>
        <w:t xml:space="preserve">        __________________________________________________________________</w:t>
      </w:r>
    </w:p>
    <w:p w:rsidR="00713A63" w:rsidRPr="00C45A6D" w:rsidRDefault="00713A63"/>
    <w:p w:rsidR="00713A63" w:rsidRPr="00C45A6D" w:rsidRDefault="00713A63" w:rsidP="00756C2A">
      <w:pPr>
        <w:jc w:val="both"/>
      </w:pPr>
      <w:r w:rsidRPr="00C45A6D">
        <w:rPr>
          <w:b/>
          <w:bCs/>
        </w:rPr>
        <w:t xml:space="preserve">___класс </w:t>
      </w:r>
      <w:r w:rsidRPr="00C45A6D">
        <w:t>_________________________________________________________</w:t>
      </w:r>
      <w:r w:rsidRPr="00C45A6D">
        <w:tab/>
        <w:t xml:space="preserve">        __________________________________________________________________</w:t>
      </w:r>
      <w:r w:rsidRPr="00C45A6D">
        <w:tab/>
        <w:t xml:space="preserve">        __________________________________________________________________                 __________________________________________________________________</w:t>
      </w:r>
      <w:r w:rsidRPr="00C45A6D">
        <w:tab/>
        <w:t xml:space="preserve">        __________________________________________________________________                 __________________________________________________________________</w:t>
      </w:r>
      <w:r w:rsidRPr="00C45A6D">
        <w:tab/>
        <w:t xml:space="preserve">        __________________________________________________________________</w:t>
      </w:r>
    </w:p>
    <w:p w:rsidR="00713A63" w:rsidRPr="00C45A6D" w:rsidRDefault="00713A63" w:rsidP="00BC5188">
      <w:pPr>
        <w:pStyle w:val="BodyText"/>
        <w:tabs>
          <w:tab w:val="left" w:pos="1418"/>
        </w:tabs>
        <w:ind w:right="758"/>
        <w:jc w:val="left"/>
        <w:rPr>
          <w:i w:val="0"/>
          <w:iCs w:val="0"/>
          <w:sz w:val="24"/>
        </w:rPr>
      </w:pPr>
      <w:r w:rsidRPr="00C45A6D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3A63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Pr="00C45A6D" w:rsidRDefault="00713A63">
      <w:pPr>
        <w:pStyle w:val="BodyText"/>
        <w:tabs>
          <w:tab w:val="left" w:pos="1418"/>
        </w:tabs>
        <w:rPr>
          <w:sz w:val="24"/>
        </w:rPr>
      </w:pPr>
    </w:p>
    <w:p w:rsidR="00713A63" w:rsidRDefault="00713A63" w:rsidP="00CD6EC9">
      <w:pPr>
        <w:jc w:val="center"/>
        <w:rPr>
          <w:b/>
          <w:bCs/>
        </w:rPr>
      </w:pPr>
    </w:p>
    <w:p w:rsidR="00713A63" w:rsidRDefault="00713A63" w:rsidP="00CD6EC9">
      <w:pPr>
        <w:jc w:val="center"/>
        <w:rPr>
          <w:b/>
          <w:bCs/>
        </w:rPr>
      </w:pPr>
    </w:p>
    <w:p w:rsidR="00713A63" w:rsidRPr="00C45A6D" w:rsidRDefault="00713A63" w:rsidP="00F778C5">
      <w:pPr>
        <w:ind w:left="810" w:right="2284" w:hanging="810"/>
        <w:jc w:val="center"/>
        <w:rPr>
          <w:b/>
          <w:bCs/>
        </w:rPr>
      </w:pPr>
      <w:r w:rsidRPr="00C45A6D">
        <w:rPr>
          <w:b/>
          <w:bCs/>
        </w:rPr>
        <w:t>АКТ</w:t>
      </w:r>
    </w:p>
    <w:p w:rsidR="00713A63" w:rsidRPr="00C45A6D" w:rsidRDefault="00713A63" w:rsidP="00CD6EC9">
      <w:pPr>
        <w:jc w:val="center"/>
        <w:rPr>
          <w:b/>
          <w:bCs/>
        </w:rPr>
      </w:pPr>
      <w:r w:rsidRPr="00C45A6D">
        <w:rPr>
          <w:b/>
          <w:bCs/>
        </w:rPr>
        <w:t>обследования жилищно-бытовых условий несовершеннолетнего</w:t>
      </w:r>
    </w:p>
    <w:p w:rsidR="00713A63" w:rsidRPr="00C45A6D" w:rsidRDefault="00713A63" w:rsidP="00CD6EC9">
      <w:pPr>
        <w:jc w:val="center"/>
        <w:rPr>
          <w:b/>
          <w:bCs/>
        </w:rPr>
      </w:pPr>
      <w:r w:rsidRPr="00C45A6D">
        <w:rPr>
          <w:b/>
          <w:bCs/>
        </w:rPr>
        <w:t>_____________________________________________________________________________</w:t>
      </w:r>
    </w:p>
    <w:p w:rsidR="00713A63" w:rsidRPr="00C45A6D" w:rsidRDefault="00713A63" w:rsidP="00CD6EC9">
      <w:pPr>
        <w:jc w:val="center"/>
        <w:rPr>
          <w:bCs/>
        </w:rPr>
      </w:pPr>
      <w:r w:rsidRPr="00C45A6D">
        <w:rPr>
          <w:bCs/>
        </w:rPr>
        <w:t>ФИО, класс</w:t>
      </w:r>
    </w:p>
    <w:p w:rsidR="00713A63" w:rsidRPr="00C45A6D" w:rsidRDefault="00713A63" w:rsidP="00CD6EC9">
      <w:pPr>
        <w:jc w:val="center"/>
        <w:rPr>
          <w:b/>
          <w:bCs/>
        </w:rPr>
      </w:pPr>
      <w:r w:rsidRPr="00C45A6D">
        <w:rPr>
          <w:b/>
          <w:bCs/>
        </w:rPr>
        <w:t>_____________года рождения, проживающего по адресу______________________________</w:t>
      </w:r>
    </w:p>
    <w:p w:rsidR="00713A63" w:rsidRPr="00C45A6D" w:rsidRDefault="00713A63" w:rsidP="00CD6EC9">
      <w:pPr>
        <w:jc w:val="center"/>
        <w:rPr>
          <w:b/>
          <w:bCs/>
        </w:rPr>
      </w:pPr>
    </w:p>
    <w:p w:rsidR="00713A63" w:rsidRPr="00C45A6D" w:rsidRDefault="00713A63" w:rsidP="00CD6EC9">
      <w:pPr>
        <w:jc w:val="both"/>
      </w:pPr>
      <w:r w:rsidRPr="00C45A6D">
        <w:t>Мной________________________________________________________________________________</w:t>
      </w:r>
    </w:p>
    <w:p w:rsidR="00713A63" w:rsidRPr="00C45A6D" w:rsidRDefault="00713A63" w:rsidP="00CD6EC9">
      <w:pPr>
        <w:pBdr>
          <w:bottom w:val="single" w:sz="12" w:space="1" w:color="auto"/>
        </w:pBdr>
        <w:jc w:val="center"/>
      </w:pPr>
      <w:r w:rsidRPr="00C45A6D">
        <w:t>Должность, звание, фамилия лица, производящего обследование</w:t>
      </w:r>
    </w:p>
    <w:p w:rsidR="00713A63" w:rsidRPr="00C45A6D" w:rsidRDefault="00713A63" w:rsidP="00CD6EC9">
      <w:pPr>
        <w:pBdr>
          <w:bottom w:val="single" w:sz="12" w:space="1" w:color="auto"/>
        </w:pBdr>
        <w:jc w:val="center"/>
      </w:pPr>
    </w:p>
    <w:p w:rsidR="00713A63" w:rsidRPr="00C45A6D" w:rsidRDefault="00713A63" w:rsidP="00CD6EC9">
      <w:pPr>
        <w:jc w:val="center"/>
      </w:pPr>
    </w:p>
    <w:p w:rsidR="00713A63" w:rsidRPr="00C45A6D" w:rsidRDefault="00713A63" w:rsidP="00CD6EC9">
      <w:pPr>
        <w:jc w:val="both"/>
      </w:pPr>
      <w:r w:rsidRPr="00C45A6D">
        <w:t>с участием:___________________________________________________________________________</w:t>
      </w:r>
    </w:p>
    <w:p w:rsidR="00713A63" w:rsidRPr="00C45A6D" w:rsidRDefault="00713A63" w:rsidP="00CD6EC9">
      <w:pPr>
        <w:jc w:val="both"/>
      </w:pPr>
    </w:p>
    <w:p w:rsidR="00713A63" w:rsidRPr="00C45A6D" w:rsidRDefault="00713A63" w:rsidP="00CD6EC9">
      <w:pPr>
        <w:jc w:val="both"/>
      </w:pPr>
      <w:r w:rsidRPr="00C45A6D">
        <w:t>_____________________________________________________________________________________</w:t>
      </w:r>
    </w:p>
    <w:p w:rsidR="00713A63" w:rsidRPr="00C45A6D" w:rsidRDefault="00713A63" w:rsidP="00CD6EC9">
      <w:pPr>
        <w:numPr>
          <w:ilvl w:val="0"/>
          <w:numId w:val="7"/>
        </w:numPr>
        <w:jc w:val="center"/>
      </w:pPr>
      <w:r w:rsidRPr="00C45A6D">
        <w:t>_______________________________________________________________________________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фамилия, имя, отчество, должность и место работы</w:t>
      </w:r>
    </w:p>
    <w:p w:rsidR="00713A63" w:rsidRPr="00C45A6D" w:rsidRDefault="00713A63" w:rsidP="00CD6EC9">
      <w:pPr>
        <w:jc w:val="center"/>
      </w:pPr>
      <w:r w:rsidRPr="00C45A6D">
        <w:t>____________________________________________________________________________________</w:t>
      </w:r>
    </w:p>
    <w:p w:rsidR="00713A63" w:rsidRPr="00C45A6D" w:rsidRDefault="00713A63" w:rsidP="00CD6EC9">
      <w:pPr>
        <w:numPr>
          <w:ilvl w:val="0"/>
          <w:numId w:val="7"/>
        </w:numPr>
        <w:jc w:val="both"/>
      </w:pPr>
      <w:r w:rsidRPr="00C45A6D">
        <w:t>_______________________________________________________________________________</w:t>
      </w:r>
    </w:p>
    <w:p w:rsidR="00713A63" w:rsidRPr="00C45A6D" w:rsidRDefault="00713A63" w:rsidP="00CD6EC9">
      <w:pPr>
        <w:pBdr>
          <w:bottom w:val="single" w:sz="12" w:space="1" w:color="auto"/>
        </w:pBdr>
        <w:tabs>
          <w:tab w:val="center" w:pos="4999"/>
          <w:tab w:val="right" w:pos="9638"/>
        </w:tabs>
        <w:ind w:left="360"/>
      </w:pPr>
      <w:r w:rsidRPr="00C45A6D">
        <w:tab/>
        <w:t>фамилия, имя, отчество, должность и место работы</w:t>
      </w:r>
    </w:p>
    <w:p w:rsidR="00713A63" w:rsidRPr="00C45A6D" w:rsidRDefault="00713A63" w:rsidP="00CD6EC9">
      <w:pPr>
        <w:pBdr>
          <w:bottom w:val="single" w:sz="12" w:space="1" w:color="auto"/>
        </w:pBdr>
        <w:tabs>
          <w:tab w:val="center" w:pos="4999"/>
          <w:tab w:val="right" w:pos="9638"/>
        </w:tabs>
        <w:ind w:left="360"/>
      </w:pPr>
    </w:p>
    <w:p w:rsidR="00713A63" w:rsidRPr="00C45A6D" w:rsidRDefault="00713A63" w:rsidP="00CD6EC9">
      <w:pPr>
        <w:ind w:left="360"/>
        <w:jc w:val="both"/>
      </w:pPr>
      <w:r w:rsidRPr="00C45A6D">
        <w:t>обследованы жилищно-бытовые условия подростка и психологическая атмосфера семьи и установлено, что семья состоит из __________ человек:_____________________________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указать фамилию, имя, отчество, возраст, занятие всех</w:t>
      </w: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членов семьи, отца, матери, братьев, сестёр и т. д. проживающих в этой семье</w:t>
      </w:r>
    </w:p>
    <w:p w:rsidR="00713A63" w:rsidRPr="00C45A6D" w:rsidRDefault="00713A63" w:rsidP="00CD6EC9">
      <w:pPr>
        <w:pStyle w:val="BodyTextIndent2"/>
      </w:pPr>
      <w:r w:rsidRPr="00C45A6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Несовершеннолетний занимает жилую площадь________________________________________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_________________________________________________________________________________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размер жилплощади, в коммунальной или отдельной квартире,</w:t>
      </w: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характеристика помещения, условия жизни несовершеннолетнего и т.д.</w:t>
      </w:r>
    </w:p>
    <w:p w:rsidR="00713A63" w:rsidRPr="00C45A6D" w:rsidRDefault="00713A63" w:rsidP="00CD6EC9">
      <w:pPr>
        <w:pStyle w:val="BodyTextIndent"/>
      </w:pPr>
      <w:r w:rsidRPr="00C45A6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Общий заработок семьи __________ рублей    на _________ чел.</w:t>
      </w:r>
    </w:p>
    <w:p w:rsidR="00713A63" w:rsidRPr="00C45A6D" w:rsidRDefault="00713A63" w:rsidP="00CD6EC9">
      <w:pPr>
        <w:ind w:left="360"/>
        <w:jc w:val="both"/>
      </w:pPr>
      <w:r w:rsidRPr="00C45A6D">
        <w:t>Взаимоотношения между членами семьи 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__________________________________________________________________________________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хорошие, если ненормальные, то почему и кто в этом виноват</w:t>
      </w:r>
    </w:p>
    <w:p w:rsidR="00713A63" w:rsidRPr="00C45A6D" w:rsidRDefault="00713A63" w:rsidP="00CD6EC9">
      <w:pPr>
        <w:pStyle w:val="BodyTextIndent"/>
      </w:pPr>
      <w:r w:rsidRPr="00C45A6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взаимоотношения  с соседями по квартире_________________________________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______________________________________________________________________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Хорошие, если ненормальные, то почему, и кто в этом виноват</w:t>
      </w: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Характеристика родителей______________________________________________________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как занимаются воспитанием детей и контролем за их поведением,</w:t>
      </w: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_______________________________________________________________________________________________ поведение родителей, нормальное или аморальное пьянство и др.</w:t>
      </w: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В связи с чем проводилось обследование 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t>__________________________________________________________________________________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заявление, жалоба, сообщение, плановая проверка лиц или семьи, состоящей на учёте</w:t>
      </w:r>
    </w:p>
    <w:p w:rsidR="00713A63" w:rsidRPr="00C45A6D" w:rsidRDefault="00713A63" w:rsidP="00CD6EC9">
      <w:pPr>
        <w:pStyle w:val="BodyTextIndent3"/>
        <w:rPr>
          <w:sz w:val="24"/>
          <w:szCs w:val="24"/>
        </w:rPr>
      </w:pPr>
      <w:r w:rsidRPr="00C45A6D">
        <w:rPr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713A63" w:rsidRPr="00C45A6D" w:rsidRDefault="00713A63" w:rsidP="00CD6EC9">
      <w:pPr>
        <w:ind w:left="360"/>
        <w:jc w:val="both"/>
      </w:pPr>
      <w:r w:rsidRPr="00C45A6D">
        <w:rPr>
          <w:b/>
          <w:bCs/>
        </w:rPr>
        <w:t>ЗАКЛЮЧЕНИЕ</w:t>
      </w:r>
      <w:r w:rsidRPr="00C45A6D">
        <w:t>__________________________________________________</w:t>
      </w:r>
    </w:p>
    <w:p w:rsidR="00713A63" w:rsidRPr="00C45A6D" w:rsidRDefault="00713A63" w:rsidP="00CD6EC9">
      <w:pPr>
        <w:pStyle w:val="Heading1"/>
        <w:rPr>
          <w:rFonts w:ascii="Times New Roman" w:hAnsi="Times New Roman" w:cs="Times New Roman"/>
          <w:b w:val="0"/>
          <w:sz w:val="24"/>
          <w:szCs w:val="24"/>
        </w:rPr>
      </w:pPr>
      <w:r w:rsidRPr="00C45A6D">
        <w:rPr>
          <w:rFonts w:ascii="Times New Roman" w:hAnsi="Times New Roman" w:cs="Times New Roman"/>
          <w:b w:val="0"/>
          <w:sz w:val="24"/>
          <w:szCs w:val="24"/>
        </w:rPr>
        <w:t>Указать, что требуется для устранения причин</w:t>
      </w: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_________________________________________________________________________________________________</w:t>
      </w:r>
    </w:p>
    <w:p w:rsidR="00713A63" w:rsidRPr="00C45A6D" w:rsidRDefault="00713A63" w:rsidP="00CD6EC9">
      <w:pPr>
        <w:ind w:left="360"/>
        <w:jc w:val="center"/>
      </w:pPr>
      <w:r w:rsidRPr="00C45A6D">
        <w:t>неблагополучия в семье и какие административные или общественные меры</w:t>
      </w:r>
    </w:p>
    <w:p w:rsidR="00713A63" w:rsidRPr="00C45A6D" w:rsidRDefault="00713A63" w:rsidP="00CD6EC9">
      <w:pPr>
        <w:pBdr>
          <w:bottom w:val="single" w:sz="12" w:space="1" w:color="auto"/>
        </w:pBdr>
        <w:ind w:left="360"/>
        <w:jc w:val="center"/>
      </w:pPr>
      <w:r w:rsidRPr="00C45A6D">
        <w:t>_____________________________________________________________________ воздействия необходимо принять к родителям или другим лицам</w:t>
      </w:r>
    </w:p>
    <w:p w:rsidR="00713A63" w:rsidRPr="00C45A6D" w:rsidRDefault="00713A63" w:rsidP="00CD6EC9">
      <w:pPr>
        <w:pBdr>
          <w:bottom w:val="single" w:sz="12" w:space="1" w:color="auto"/>
        </w:pBdr>
        <w:ind w:left="360"/>
        <w:jc w:val="center"/>
      </w:pPr>
    </w:p>
    <w:p w:rsidR="00713A63" w:rsidRPr="00C45A6D" w:rsidRDefault="00713A63" w:rsidP="00CD6EC9">
      <w:pPr>
        <w:ind w:left="360"/>
        <w:jc w:val="center"/>
      </w:pPr>
      <w:r w:rsidRPr="00C45A6D"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A63" w:rsidRPr="00C45A6D" w:rsidRDefault="00713A63" w:rsidP="00CD6EC9">
      <w:pPr>
        <w:pStyle w:val="BodyTextIndent3"/>
        <w:rPr>
          <w:sz w:val="24"/>
          <w:szCs w:val="24"/>
        </w:rPr>
      </w:pPr>
    </w:p>
    <w:p w:rsidR="00713A63" w:rsidRPr="00C45A6D" w:rsidRDefault="00713A63" w:rsidP="00CD6EC9">
      <w:pPr>
        <w:ind w:left="360"/>
        <w:jc w:val="center"/>
      </w:pPr>
      <w:r w:rsidRPr="00C45A6D">
        <w:t>Акт обследования составлен в __________экземплярах</w:t>
      </w:r>
    </w:p>
    <w:p w:rsidR="00713A63" w:rsidRPr="00C45A6D" w:rsidRDefault="00713A63" w:rsidP="00CD6EC9">
      <w:pPr>
        <w:ind w:left="360"/>
        <w:jc w:val="center"/>
      </w:pPr>
    </w:p>
    <w:p w:rsidR="00713A63" w:rsidRPr="00C45A6D" w:rsidRDefault="00713A63" w:rsidP="00CD6EC9">
      <w:pPr>
        <w:ind w:left="360"/>
        <w:jc w:val="both"/>
      </w:pPr>
      <w:r w:rsidRPr="00C45A6D">
        <w:t>Подписи:</w:t>
      </w:r>
      <w:r w:rsidRPr="00C45A6D">
        <w:tab/>
      </w:r>
      <w:r w:rsidRPr="00C45A6D">
        <w:tab/>
      </w:r>
      <w:r w:rsidRPr="00C45A6D">
        <w:tab/>
        <w:t xml:space="preserve">         _________________        /___________________________/</w:t>
      </w:r>
    </w:p>
    <w:p w:rsidR="00713A63" w:rsidRPr="00C45A6D" w:rsidRDefault="00713A63" w:rsidP="00CD6EC9">
      <w:pPr>
        <w:ind w:left="360"/>
        <w:jc w:val="both"/>
      </w:pPr>
      <w:r w:rsidRPr="00C45A6D">
        <w:tab/>
      </w:r>
      <w:r w:rsidRPr="00C45A6D">
        <w:tab/>
      </w:r>
      <w:r w:rsidRPr="00C45A6D">
        <w:tab/>
      </w:r>
      <w:r w:rsidRPr="00C45A6D">
        <w:tab/>
        <w:t xml:space="preserve">         _________________        /___________________________/</w:t>
      </w:r>
    </w:p>
    <w:p w:rsidR="00713A63" w:rsidRPr="00C45A6D" w:rsidRDefault="00713A63" w:rsidP="00CD6EC9">
      <w:pPr>
        <w:ind w:left="360"/>
        <w:jc w:val="both"/>
      </w:pPr>
      <w:r w:rsidRPr="00C45A6D">
        <w:tab/>
      </w:r>
      <w:r w:rsidRPr="00C45A6D">
        <w:tab/>
      </w:r>
      <w:r w:rsidRPr="00C45A6D">
        <w:tab/>
      </w:r>
      <w:r w:rsidRPr="00C45A6D">
        <w:tab/>
        <w:t xml:space="preserve">         _________________        /___________________________/</w:t>
      </w:r>
    </w:p>
    <w:p w:rsidR="00713A63" w:rsidRPr="00C45A6D" w:rsidRDefault="00713A63" w:rsidP="00CD6EC9">
      <w:pPr>
        <w:ind w:left="360"/>
        <w:jc w:val="both"/>
      </w:pPr>
      <w:r w:rsidRPr="00C45A6D">
        <w:tab/>
      </w:r>
      <w:r w:rsidRPr="00C45A6D">
        <w:tab/>
      </w:r>
      <w:r w:rsidRPr="00C45A6D">
        <w:tab/>
      </w:r>
      <w:r w:rsidRPr="00C45A6D">
        <w:tab/>
        <w:t xml:space="preserve">         _________________        /___________________________/</w:t>
      </w:r>
    </w:p>
    <w:p w:rsidR="00713A63" w:rsidRPr="00C45A6D" w:rsidRDefault="00713A63" w:rsidP="00CD6EC9">
      <w:pPr>
        <w:ind w:left="360"/>
        <w:jc w:val="both"/>
      </w:pPr>
      <w:r w:rsidRPr="00C45A6D">
        <w:t>МП</w:t>
      </w:r>
    </w:p>
    <w:p w:rsidR="00713A63" w:rsidRPr="00C45A6D" w:rsidRDefault="00713A63" w:rsidP="00CD6EC9"/>
    <w:p w:rsidR="00713A63" w:rsidRPr="00C45A6D" w:rsidRDefault="00713A63" w:rsidP="00CD6EC9">
      <w:pPr>
        <w:tabs>
          <w:tab w:val="left" w:pos="5860"/>
        </w:tabs>
      </w:pPr>
      <w:r w:rsidRPr="00C45A6D">
        <w:t xml:space="preserve">                                                                                                           «____» сентября 2015г.</w:t>
      </w:r>
    </w:p>
    <w:p w:rsidR="00713A63" w:rsidRPr="00C45A6D" w:rsidRDefault="00713A63" w:rsidP="00CD6EC9">
      <w:pPr>
        <w:jc w:val="center"/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Default="00713A63" w:rsidP="00CD6EC9">
      <w:pPr>
        <w:jc w:val="center"/>
        <w:rPr>
          <w:b/>
        </w:rPr>
      </w:pPr>
    </w:p>
    <w:p w:rsidR="00713A63" w:rsidRPr="00C45A6D" w:rsidRDefault="00713A63" w:rsidP="00CD6EC9">
      <w:pPr>
        <w:jc w:val="center"/>
        <w:rPr>
          <w:b/>
          <w:color w:val="0000FF"/>
          <w:u w:val="single"/>
        </w:rPr>
      </w:pPr>
      <w:r w:rsidRPr="00C45A6D">
        <w:rPr>
          <w:b/>
        </w:rPr>
        <w:t>ЛИСТ РЕГИСТРАЦИИ ПОСЕЩЕНИЯ СЕМЬИ УЧАЩЕГОСЯ НА ДОМУ</w:t>
      </w:r>
    </w:p>
    <w:p w:rsidR="00713A63" w:rsidRPr="00C45A6D" w:rsidRDefault="00713A63" w:rsidP="00CD6EC9">
      <w:pPr>
        <w:rPr>
          <w:b/>
        </w:rPr>
      </w:pPr>
    </w:p>
    <w:tbl>
      <w:tblPr>
        <w:tblW w:w="109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440"/>
        <w:gridCol w:w="2702"/>
        <w:gridCol w:w="1745"/>
        <w:gridCol w:w="2552"/>
        <w:gridCol w:w="2551"/>
      </w:tblGrid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Дата</w:t>
            </w: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  <w:rPr>
                <w:b/>
                <w:bCs/>
              </w:rPr>
            </w:pPr>
            <w:r w:rsidRPr="00C45A6D">
              <w:rPr>
                <w:b/>
                <w:bCs/>
              </w:rPr>
              <w:t>Причина посещения</w:t>
            </w:r>
          </w:p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 xml:space="preserve"> (в т. ч. указать – плановое в ходе патронажа или внеплановое)</w:t>
            </w:r>
          </w:p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Ф. И. О, должности специалистов, посетивших семью</w:t>
            </w:r>
          </w:p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Описание ситуации</w:t>
            </w:r>
          </w:p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Результат посещения</w:t>
            </w:r>
          </w:p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D76703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Default="00713A63" w:rsidP="00C45A6D"/>
        </w:tc>
        <w:tc>
          <w:tcPr>
            <w:tcW w:w="1745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551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</w:tbl>
    <w:p w:rsidR="00713A63" w:rsidRPr="00C45A6D" w:rsidRDefault="00713A63" w:rsidP="00CD6EC9"/>
    <w:p w:rsidR="00713A63" w:rsidRPr="00C45A6D" w:rsidRDefault="00713A63" w:rsidP="00CD6EC9"/>
    <w:p w:rsidR="00713A63" w:rsidRPr="00C45A6D" w:rsidRDefault="00713A63" w:rsidP="00C1390C">
      <w:pPr>
        <w:jc w:val="center"/>
        <w:rPr>
          <w:b/>
        </w:rPr>
      </w:pPr>
      <w:r w:rsidRPr="00C45A6D">
        <w:rPr>
          <w:b/>
        </w:rPr>
        <w:t>ЛИСТ УЧЕТА ИНДИВИДУАЛЬНОЙ ПРОФИЛАКТИЧЕСКОЙ РАБОТЫ</w:t>
      </w:r>
    </w:p>
    <w:p w:rsidR="00713A63" w:rsidRPr="00C45A6D" w:rsidRDefault="00713A63" w:rsidP="00C1390C">
      <w:pPr>
        <w:jc w:val="center"/>
      </w:pPr>
    </w:p>
    <w:tbl>
      <w:tblPr>
        <w:tblW w:w="105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440"/>
        <w:gridCol w:w="2702"/>
        <w:gridCol w:w="2338"/>
        <w:gridCol w:w="2034"/>
        <w:gridCol w:w="2046"/>
      </w:tblGrid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Дата</w:t>
            </w:r>
          </w:p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  <w:rPr>
                <w:b/>
                <w:bCs/>
              </w:rPr>
            </w:pPr>
            <w:r w:rsidRPr="00C45A6D">
              <w:rPr>
                <w:b/>
                <w:bCs/>
              </w:rPr>
              <w:t>Наименование работы</w:t>
            </w:r>
          </w:p>
          <w:p w:rsidR="00713A63" w:rsidRPr="00C45A6D" w:rsidRDefault="00713A63" w:rsidP="00C1390C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(индивидуальная беседа , консультация, диагностика и т.д)</w:t>
            </w:r>
          </w:p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1390C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Ф. И. О, должности специалистов, проводивших работу</w:t>
            </w:r>
          </w:p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>Тема</w:t>
            </w:r>
          </w:p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1390C">
            <w:pPr>
              <w:pStyle w:val="NormalWeb"/>
              <w:spacing w:before="0" w:beforeAutospacing="0" w:after="225" w:afterAutospacing="0" w:line="270" w:lineRule="atLeast"/>
              <w:jc w:val="center"/>
            </w:pPr>
            <w:r w:rsidRPr="00C45A6D">
              <w:rPr>
                <w:b/>
                <w:bCs/>
              </w:rPr>
              <w:t xml:space="preserve">Результат </w:t>
            </w:r>
          </w:p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Pr="00C45A6D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Default="00713A63" w:rsidP="00C45A6D"/>
        </w:tc>
      </w:tr>
      <w:tr w:rsidR="00713A63" w:rsidRPr="00C45A6D" w:rsidTr="00C45A6D">
        <w:tc>
          <w:tcPr>
            <w:tcW w:w="1440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702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</w:tc>
        <w:tc>
          <w:tcPr>
            <w:tcW w:w="2338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34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Pr="00C45A6D" w:rsidRDefault="00713A63" w:rsidP="00C45A6D"/>
        </w:tc>
        <w:tc>
          <w:tcPr>
            <w:tcW w:w="2046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13A63" w:rsidRDefault="00713A63" w:rsidP="00C45A6D"/>
          <w:p w:rsidR="00713A63" w:rsidRDefault="00713A63" w:rsidP="00C45A6D"/>
        </w:tc>
      </w:tr>
    </w:tbl>
    <w:p w:rsidR="00713A63" w:rsidRPr="00C45A6D" w:rsidRDefault="00713A63" w:rsidP="00C1390C">
      <w:pPr>
        <w:rPr>
          <w:sz w:val="28"/>
        </w:rPr>
      </w:pPr>
    </w:p>
    <w:sectPr w:rsidR="00713A63" w:rsidRPr="00C45A6D" w:rsidSect="001D432E">
      <w:pgSz w:w="11906" w:h="16838" w:code="9"/>
      <w:pgMar w:top="719" w:right="851" w:bottom="719" w:left="851" w:header="0" w:footer="0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6FF2"/>
    <w:multiLevelType w:val="singleLevel"/>
    <w:tmpl w:val="F3A0C0CA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">
    <w:nsid w:val="11575E4D"/>
    <w:multiLevelType w:val="hybridMultilevel"/>
    <w:tmpl w:val="C8E46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B1220E"/>
    <w:multiLevelType w:val="hybridMultilevel"/>
    <w:tmpl w:val="B5622140"/>
    <w:lvl w:ilvl="0" w:tplc="5DBC89E6">
      <w:start w:val="1"/>
      <w:numFmt w:val="decimal"/>
      <w:lvlText w:val="%1)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3">
    <w:nsid w:val="40B65633"/>
    <w:multiLevelType w:val="singleLevel"/>
    <w:tmpl w:val="67F0E916"/>
    <w:lvl w:ilvl="0">
      <w:start w:val="7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53B915B9"/>
    <w:multiLevelType w:val="hybridMultilevel"/>
    <w:tmpl w:val="07E2EA9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FF3D0F"/>
    <w:multiLevelType w:val="hybridMultilevel"/>
    <w:tmpl w:val="3B5CA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0"/>
    <w:lvlOverride w:ilvl="0">
      <w:lvl w:ilvl="0">
        <w:start w:val="2"/>
        <w:numFmt w:val="decimal"/>
        <w:lvlText w:val="%1.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A7"/>
    <w:rsid w:val="0003368E"/>
    <w:rsid w:val="00036009"/>
    <w:rsid w:val="000573A7"/>
    <w:rsid w:val="000D709B"/>
    <w:rsid w:val="001D432E"/>
    <w:rsid w:val="001E576F"/>
    <w:rsid w:val="00256939"/>
    <w:rsid w:val="00271285"/>
    <w:rsid w:val="00276094"/>
    <w:rsid w:val="00292988"/>
    <w:rsid w:val="002D5066"/>
    <w:rsid w:val="002F41B9"/>
    <w:rsid w:val="00330CEC"/>
    <w:rsid w:val="00363EED"/>
    <w:rsid w:val="003C64E6"/>
    <w:rsid w:val="003C6881"/>
    <w:rsid w:val="004457A6"/>
    <w:rsid w:val="00524C0E"/>
    <w:rsid w:val="005429D3"/>
    <w:rsid w:val="00547C94"/>
    <w:rsid w:val="0060404E"/>
    <w:rsid w:val="006464B6"/>
    <w:rsid w:val="006B2379"/>
    <w:rsid w:val="006D2F9D"/>
    <w:rsid w:val="00713A63"/>
    <w:rsid w:val="00720A33"/>
    <w:rsid w:val="00756C2A"/>
    <w:rsid w:val="00767A05"/>
    <w:rsid w:val="007834F3"/>
    <w:rsid w:val="007D24A2"/>
    <w:rsid w:val="00834956"/>
    <w:rsid w:val="00845069"/>
    <w:rsid w:val="00862AE9"/>
    <w:rsid w:val="00886333"/>
    <w:rsid w:val="008F0DC0"/>
    <w:rsid w:val="009E15CE"/>
    <w:rsid w:val="00A00F1C"/>
    <w:rsid w:val="00A059DA"/>
    <w:rsid w:val="00B55B5F"/>
    <w:rsid w:val="00BC5188"/>
    <w:rsid w:val="00BD2811"/>
    <w:rsid w:val="00C1390C"/>
    <w:rsid w:val="00C45A6D"/>
    <w:rsid w:val="00C5777A"/>
    <w:rsid w:val="00CA4DDA"/>
    <w:rsid w:val="00CD6EC9"/>
    <w:rsid w:val="00D46EC3"/>
    <w:rsid w:val="00D76703"/>
    <w:rsid w:val="00D867B7"/>
    <w:rsid w:val="00E73918"/>
    <w:rsid w:val="00E84EE2"/>
    <w:rsid w:val="00EA780E"/>
    <w:rsid w:val="00EB1089"/>
    <w:rsid w:val="00F43C3C"/>
    <w:rsid w:val="00F545A6"/>
    <w:rsid w:val="00F7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46E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70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709B"/>
    <w:pPr>
      <w:keepNext/>
      <w:tabs>
        <w:tab w:val="left" w:pos="1830"/>
      </w:tabs>
      <w:outlineLvl w:val="1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D709B"/>
    <w:pPr>
      <w:keepNext/>
      <w:tabs>
        <w:tab w:val="left" w:pos="3780"/>
      </w:tabs>
      <w:outlineLvl w:val="2"/>
    </w:pPr>
    <w:rPr>
      <w:b/>
      <w:bCs/>
      <w:i/>
      <w:iCs/>
      <w:sz w:val="4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D709B"/>
    <w:pPr>
      <w:keepNext/>
      <w:outlineLvl w:val="3"/>
    </w:pPr>
    <w:rPr>
      <w:b/>
      <w:bCs/>
      <w:i/>
      <w:iCs/>
      <w:sz w:val="4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D709B"/>
    <w:pPr>
      <w:keepNext/>
      <w:outlineLvl w:val="4"/>
    </w:pPr>
    <w:rPr>
      <w:i/>
      <w:iCs/>
      <w:sz w:val="4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709B"/>
    <w:pPr>
      <w:keepNext/>
      <w:jc w:val="center"/>
      <w:outlineLvl w:val="5"/>
    </w:pPr>
    <w:rPr>
      <w:b/>
      <w:bCs/>
      <w:sz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709B"/>
    <w:pPr>
      <w:keepNext/>
      <w:tabs>
        <w:tab w:val="left" w:pos="3780"/>
      </w:tabs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D709B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D709B"/>
    <w:pPr>
      <w:keepNext/>
      <w:jc w:val="center"/>
      <w:outlineLvl w:val="8"/>
    </w:pPr>
    <w:rPr>
      <w:b/>
      <w:bCs/>
      <w:i/>
      <w:i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BodyText">
    <w:name w:val="Body Text"/>
    <w:basedOn w:val="Normal"/>
    <w:link w:val="BodyTextChar"/>
    <w:uiPriority w:val="99"/>
    <w:rsid w:val="000D709B"/>
    <w:pPr>
      <w:jc w:val="center"/>
    </w:pPr>
    <w:rPr>
      <w:i/>
      <w:i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D709B"/>
    <w:pPr>
      <w:jc w:val="center"/>
    </w:pPr>
    <w:rPr>
      <w:b/>
      <w:bCs/>
      <w:i/>
      <w:iCs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0D709B"/>
    <w:pPr>
      <w:jc w:val="center"/>
    </w:pPr>
    <w:rPr>
      <w:b/>
      <w:bCs/>
      <w:i/>
      <w:iCs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0D709B"/>
    <w:pPr>
      <w:spacing w:line="360" w:lineRule="auto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FR1">
    <w:name w:val="FR1"/>
    <w:uiPriority w:val="99"/>
    <w:rsid w:val="000D709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R2">
    <w:name w:val="FR2"/>
    <w:uiPriority w:val="99"/>
    <w:rsid w:val="000D709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0D709B"/>
    <w:pPr>
      <w:spacing w:before="100" w:beforeAutospacing="1" w:after="100" w:afterAutospacing="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0573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A4DD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CA4DDA"/>
    <w:pPr>
      <w:keepNext/>
      <w:autoSpaceDE w:val="0"/>
      <w:autoSpaceDN w:val="0"/>
      <w:adjustRightInd w:val="0"/>
      <w:jc w:val="center"/>
    </w:pPr>
    <w:rPr>
      <w:rFonts w:ascii="Bookman Old Style" w:hAnsi="Bookman Old Style" w:cs="Arial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46EC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67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67A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47C94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rsid w:val="00CD6E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6EC9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CD6EC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locked/>
    <w:rsid w:val="00F778C5"/>
    <w:rPr>
      <w:rFonts w:cs="Times New Roman"/>
      <w:b/>
    </w:rPr>
  </w:style>
  <w:style w:type="paragraph" w:styleId="HTMLPreformatted">
    <w:name w:val="HTML Preformatted"/>
    <w:basedOn w:val="Normal"/>
    <w:link w:val="HTMLPreformattedChar1"/>
    <w:uiPriority w:val="99"/>
    <w:rsid w:val="00F77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locked/>
    <w:rsid w:val="00F778C5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17</Pages>
  <Words>5012</Words>
  <Characters>28572</Characters>
  <Application>Microsoft Office Outlook</Application>
  <DocSecurity>0</DocSecurity>
  <Lines>0</Lines>
  <Paragraphs>0</Paragraphs>
  <ScaleCrop>false</ScaleCrop>
  <Company>МОУ  СОШ №5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 индивидуальной работы с учащимися</dc:title>
  <dc:subject>Работа социального педагога с учащимися группы риска</dc:subject>
  <dc:creator>Пахомова Юлия Владимировна</dc:creator>
  <cp:keywords/>
  <dc:description/>
  <cp:lastModifiedBy>root</cp:lastModifiedBy>
  <cp:revision>5</cp:revision>
  <cp:lastPrinted>2015-11-11T09:40:00Z</cp:lastPrinted>
  <dcterms:created xsi:type="dcterms:W3CDTF">2015-11-05T19:40:00Z</dcterms:created>
  <dcterms:modified xsi:type="dcterms:W3CDTF">2015-11-14T06:14:00Z</dcterms:modified>
</cp:coreProperties>
</file>